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90DDC" w14:textId="7212659C" w:rsidR="00A71F98" w:rsidRPr="00A70635" w:rsidRDefault="00E0632E" w:rsidP="003F2C7E">
      <w:pPr>
        <w:jc w:val="right"/>
        <w:rPr>
          <w:rFonts w:ascii="Arial" w:hAnsi="Arial" w:cs="Arial"/>
          <w:strike/>
          <w:color w:val="FF0000"/>
        </w:rPr>
      </w:pPr>
      <w:r>
        <w:rPr>
          <w:rFonts w:ascii="Arial" w:hAnsi="Arial" w:cs="Arial"/>
        </w:rPr>
        <w:t xml:space="preserve">                         </w:t>
      </w:r>
      <w:r w:rsidR="00EA6D54">
        <w:rPr>
          <w:rFonts w:ascii="Arial" w:hAnsi="Arial" w:cs="Arial"/>
        </w:rPr>
        <w:t xml:space="preserve"> </w:t>
      </w:r>
    </w:p>
    <w:p w14:paraId="54375235" w14:textId="77777777" w:rsidR="00AC5B2D" w:rsidRPr="00A71F98" w:rsidRDefault="00AC5B2D" w:rsidP="00AC5B2D">
      <w:pPr>
        <w:rPr>
          <w:sz w:val="32"/>
          <w:szCs w:val="32"/>
        </w:rPr>
      </w:pPr>
    </w:p>
    <w:p w14:paraId="7605EA36" w14:textId="2AC3A26A" w:rsidR="00BA5334" w:rsidRDefault="00E93AA3" w:rsidP="00BA5334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Sprawozdanie</w:t>
      </w:r>
      <w:r w:rsidR="00C01AA5">
        <w:rPr>
          <w:rFonts w:ascii="Arial" w:hAnsi="Arial" w:cs="Arial"/>
          <w:b/>
          <w:bCs/>
          <w:sz w:val="28"/>
          <w:szCs w:val="28"/>
        </w:rPr>
        <w:t xml:space="preserve"> szkoły</w:t>
      </w:r>
    </w:p>
    <w:p w14:paraId="2FB5157C" w14:textId="77777777" w:rsidR="00BA5334" w:rsidRPr="00BA5334" w:rsidRDefault="00BA5334" w:rsidP="00BA5334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9B55470" w14:textId="3926C313" w:rsidR="000F0DDA" w:rsidRPr="00BA5334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………………………………………………………………………………</w:t>
      </w:r>
    </w:p>
    <w:p w14:paraId="3C753690" w14:textId="041897F8" w:rsidR="000F0DDA" w:rsidRPr="00A71F98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i/>
          <w:iCs/>
          <w:sz w:val="16"/>
          <w:szCs w:val="16"/>
        </w:rPr>
        <w:t>(pełna nazwa szkoły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14:paraId="34B33E4E" w14:textId="77777777" w:rsidR="00A71F98" w:rsidRPr="00A71F98" w:rsidRDefault="00A71F98" w:rsidP="00BA5334">
      <w:pPr>
        <w:tabs>
          <w:tab w:val="left" w:pos="5940"/>
        </w:tabs>
        <w:rPr>
          <w:rFonts w:ascii="Arial" w:hAnsi="Arial" w:cs="Arial"/>
          <w:b/>
          <w:bCs/>
          <w:sz w:val="32"/>
          <w:szCs w:val="32"/>
        </w:rPr>
      </w:pPr>
    </w:p>
    <w:p w14:paraId="2FE53B69" w14:textId="77777777" w:rsidR="00A71F98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 xml:space="preserve">do </w:t>
      </w:r>
      <w:r w:rsidR="00AC5B2D" w:rsidRPr="00BA5334">
        <w:rPr>
          <w:rFonts w:ascii="Arial" w:hAnsi="Arial" w:cs="Arial"/>
          <w:b/>
          <w:bCs/>
          <w:sz w:val="28"/>
          <w:szCs w:val="28"/>
        </w:rPr>
        <w:t>organu prowadzącego</w:t>
      </w:r>
    </w:p>
    <w:p w14:paraId="51060D6A" w14:textId="77777777" w:rsidR="00BA5334" w:rsidRPr="00BA5334" w:rsidRDefault="00BA5334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7BAFF1C" w14:textId="06EA0DAC" w:rsidR="00263DE5" w:rsidRPr="00BA5334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…………………………………..…………………………………………..</w:t>
      </w:r>
    </w:p>
    <w:p w14:paraId="5BD9DC57" w14:textId="1AE094A5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</w:t>
      </w: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 w:rsidR="00DE3CA9"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 w:rsidR="00AC5B2D">
        <w:rPr>
          <w:rFonts w:ascii="Arial" w:hAnsi="Arial" w:cs="Arial"/>
          <w:i/>
          <w:iCs/>
          <w:sz w:val="16"/>
          <w:szCs w:val="16"/>
        </w:rPr>
        <w:t>organu prowadzącego szkołę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14:paraId="4FE6E985" w14:textId="77777777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646CAD90" w14:textId="77777777" w:rsidR="00AC5B2D" w:rsidRPr="0055124E" w:rsidRDefault="00AC5B2D" w:rsidP="00BA5334">
      <w:pPr>
        <w:tabs>
          <w:tab w:val="left" w:pos="5940"/>
        </w:tabs>
        <w:rPr>
          <w:rFonts w:ascii="Arial" w:hAnsi="Arial" w:cs="Arial"/>
          <w:bCs/>
          <w:sz w:val="16"/>
          <w:szCs w:val="16"/>
        </w:rPr>
      </w:pPr>
    </w:p>
    <w:p w14:paraId="558E7C39" w14:textId="309C8B0E" w:rsidR="00A514CC" w:rsidRDefault="00AC5B2D" w:rsidP="00BA5334">
      <w:pPr>
        <w:tabs>
          <w:tab w:val="left" w:pos="5940"/>
        </w:tabs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z realizacji zadania </w:t>
      </w:r>
      <w:r w:rsidR="00A21C17" w:rsidRPr="00CE2B92">
        <w:rPr>
          <w:rFonts w:ascii="Arial" w:hAnsi="Arial" w:cs="Arial"/>
        </w:rPr>
        <w:t xml:space="preserve">w ramach </w:t>
      </w:r>
      <w:r w:rsidR="00263DE5" w:rsidRPr="00CE2B92">
        <w:rPr>
          <w:rFonts w:ascii="Arial" w:hAnsi="Arial" w:cs="Arial"/>
        </w:rPr>
        <w:t>modułu 3 wieloletniego r</w:t>
      </w:r>
      <w:r w:rsidR="00A21C17" w:rsidRPr="00CE2B92">
        <w:rPr>
          <w:rFonts w:ascii="Arial" w:hAnsi="Arial" w:cs="Arial"/>
        </w:rPr>
        <w:t>ządowego p</w:t>
      </w:r>
      <w:r w:rsidR="00A71F98">
        <w:rPr>
          <w:rFonts w:ascii="Arial" w:hAnsi="Arial" w:cs="Arial"/>
        </w:rPr>
        <w:t>rogramu „Posiłek w </w:t>
      </w:r>
      <w:r w:rsidR="00263DE5" w:rsidRPr="00CE2B92">
        <w:rPr>
          <w:rFonts w:ascii="Arial" w:hAnsi="Arial" w:cs="Arial"/>
        </w:rPr>
        <w:t>szkole i w domu</w:t>
      </w:r>
      <w:r w:rsidR="00A21C17" w:rsidRPr="00CE2B92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AC5B2D">
        <w:rPr>
          <w:rFonts w:ascii="Arial" w:hAnsi="Arial" w:cs="Arial"/>
        </w:rPr>
        <w:t xml:space="preserve">dotyczącego wspierania w latach 2019-2023 organów prowadzących publiczne </w:t>
      </w:r>
      <w:bookmarkStart w:id="0" w:name="_GoBack"/>
      <w:bookmarkEnd w:id="0"/>
      <w:r w:rsidRPr="00AC5B2D">
        <w:rPr>
          <w:rFonts w:ascii="Arial" w:hAnsi="Arial" w:cs="Arial"/>
        </w:rPr>
        <w:t>szkoły podstawowe w zapewnieniu bezpiecznych warunków nauki, wychowania i opieki przez organizację stołówek i miejsc spożywania posiłków</w:t>
      </w:r>
      <w:r w:rsidR="00644056">
        <w:rPr>
          <w:rFonts w:ascii="Arial" w:hAnsi="Arial" w:cs="Arial"/>
        </w:rPr>
        <w:t xml:space="preserve"> </w:t>
      </w:r>
      <w:r w:rsidR="00644056" w:rsidRPr="007355F1">
        <w:rPr>
          <w:rFonts w:ascii="Arial" w:hAnsi="Arial" w:cs="Arial"/>
          <w:b/>
        </w:rPr>
        <w:t xml:space="preserve">w roku </w:t>
      </w:r>
      <w:r w:rsidR="00E4509B" w:rsidRPr="007355F1">
        <w:rPr>
          <w:rFonts w:ascii="Arial" w:hAnsi="Arial" w:cs="Arial"/>
          <w:b/>
        </w:rPr>
        <w:t>2020</w:t>
      </w:r>
      <w:r w:rsidR="00A46B79" w:rsidRPr="007355F1">
        <w:rPr>
          <w:rFonts w:ascii="Arial" w:hAnsi="Arial" w:cs="Arial"/>
          <w:b/>
        </w:rPr>
        <w:t>.</w:t>
      </w:r>
    </w:p>
    <w:p w14:paraId="6FA449EE" w14:textId="18CAB184" w:rsidR="00042631" w:rsidRPr="00042631" w:rsidRDefault="00042631" w:rsidP="00BA5334">
      <w:pPr>
        <w:tabs>
          <w:tab w:val="left" w:pos="5940"/>
        </w:tabs>
        <w:jc w:val="center"/>
        <w:rPr>
          <w:rFonts w:ascii="Arial" w:hAnsi="Arial" w:cs="Arial"/>
          <w:b/>
        </w:rPr>
      </w:pPr>
      <w:r w:rsidRPr="00042631">
        <w:rPr>
          <w:rFonts w:ascii="Arial" w:hAnsi="Arial" w:cs="Arial"/>
          <w:b/>
        </w:rPr>
        <w:t>Sprawozdanie należy złożyć w</w:t>
      </w:r>
      <w:r w:rsidR="00E4509B">
        <w:rPr>
          <w:rFonts w:ascii="Arial" w:hAnsi="Arial" w:cs="Arial"/>
          <w:b/>
        </w:rPr>
        <w:t xml:space="preserve"> terminie od 1 do 28 lutego 2021</w:t>
      </w:r>
      <w:r w:rsidRPr="00042631">
        <w:rPr>
          <w:rFonts w:ascii="Arial" w:hAnsi="Arial" w:cs="Arial"/>
          <w:b/>
        </w:rPr>
        <w:t xml:space="preserve"> r.</w:t>
      </w:r>
    </w:p>
    <w:p w14:paraId="5B6A114C" w14:textId="77777777" w:rsidR="00A71F98" w:rsidRDefault="00A71F98">
      <w:pPr>
        <w:rPr>
          <w:rFonts w:ascii="Arial" w:hAnsi="Arial" w:cs="Arial"/>
        </w:rPr>
      </w:pPr>
    </w:p>
    <w:p w14:paraId="5640853A" w14:textId="77777777" w:rsidR="00A514CC" w:rsidRPr="00CE2B92" w:rsidRDefault="00A514C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CE2B92" w14:paraId="39E2709F" w14:textId="77777777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14:paraId="0443D8D7" w14:textId="2AA2F6E9" w:rsidR="00A17D26" w:rsidRPr="00CE2B92" w:rsidRDefault="003A2703" w:rsidP="007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DOTYCZĄCE SZKO</w:t>
            </w:r>
            <w:r w:rsidR="00A17D26" w:rsidRPr="00CE2B92">
              <w:rPr>
                <w:rFonts w:ascii="Arial" w:hAnsi="Arial" w:cs="Arial"/>
                <w:b/>
                <w:sz w:val="20"/>
                <w:szCs w:val="20"/>
              </w:rPr>
              <w:t>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Y </w:t>
            </w:r>
            <w:r w:rsidR="007E629D">
              <w:rPr>
                <w:rFonts w:ascii="Arial" w:hAnsi="Arial" w:cs="Arial"/>
                <w:b/>
                <w:sz w:val="20"/>
                <w:szCs w:val="20"/>
              </w:rPr>
              <w:t>KTÓREJ ZREALIZOWANO ZADANIE</w:t>
            </w:r>
          </w:p>
        </w:tc>
      </w:tr>
    </w:tbl>
    <w:p w14:paraId="4D45F0F4" w14:textId="77777777" w:rsidR="00B364D4" w:rsidRPr="00CE2B92" w:rsidRDefault="00B364D4">
      <w:pPr>
        <w:rPr>
          <w:rFonts w:ascii="Arial" w:hAnsi="Arial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2286"/>
        <w:gridCol w:w="6780"/>
      </w:tblGrid>
      <w:tr w:rsidR="00A17D26" w:rsidRPr="0012199B" w14:paraId="6EDB0BAA" w14:textId="77777777" w:rsidTr="00266C51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20B6D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1318CB" w14:textId="0121FDCC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F08D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E9BD10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5B6CAC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64DC53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DD4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15CEFC5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AF6139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319376" w14:textId="1D3ABB2A" w:rsidR="00A17D26" w:rsidRPr="0012199B" w:rsidRDefault="00A17D26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Ulica, numer</w:t>
            </w:r>
            <w:r w:rsidR="00DE3CA9">
              <w:rPr>
                <w:rFonts w:ascii="Arial" w:hAnsi="Arial" w:cs="Arial"/>
                <w:iCs/>
                <w:sz w:val="20"/>
                <w:szCs w:val="20"/>
              </w:rPr>
              <w:t xml:space="preserve"> domu, numer </w:t>
            </w:r>
            <w:r w:rsidR="005055E0">
              <w:rPr>
                <w:rFonts w:ascii="Arial" w:hAnsi="Arial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D9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B6C71E1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B3DD3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3A5C9F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Gmina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135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FC1141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59A458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C02BB7C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2CA8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CF3BE7F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D2D18EF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2293D1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0AB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D3D7313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DDFE7D4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CD73C0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Kod pocztowy</w:t>
            </w:r>
            <w:r w:rsidR="008E7427" w:rsidRPr="0012199B">
              <w:rPr>
                <w:rFonts w:ascii="Arial" w:hAnsi="Arial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E61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76C50110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9749910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20C9A4" w14:textId="77777777" w:rsidR="008E7427" w:rsidRPr="0012199B" w:rsidRDefault="008E7427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4F59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2CF16F9D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EC6CD0D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B570DF" w14:textId="10122AFE" w:rsidR="008E7427" w:rsidRPr="0012199B" w:rsidRDefault="005055E0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EC4E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A1BEF7E" w14:textId="77777777" w:rsidTr="00A71F98">
        <w:trPr>
          <w:trHeight w:hRule="exact" w:val="1475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539681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2C19CBE" w14:textId="011D25A4" w:rsidR="00A17D26" w:rsidRPr="0012199B" w:rsidRDefault="00166830" w:rsidP="00A71F98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 xml:space="preserve">Liczba uczniów </w:t>
            </w:r>
            <w:r w:rsidR="00A71F98" w:rsidRPr="00A12C98">
              <w:rPr>
                <w:rFonts w:ascii="Arial" w:hAnsi="Arial" w:cs="Arial"/>
                <w:b/>
                <w:sz w:val="20"/>
                <w:szCs w:val="20"/>
              </w:rPr>
              <w:t>szkoły podstawowej</w:t>
            </w:r>
            <w:r w:rsidR="00A71F98" w:rsidRPr="00A12C98">
              <w:rPr>
                <w:rStyle w:val="Odwoanieprzypisudolnego"/>
                <w:b/>
                <w:sz w:val="20"/>
                <w:szCs w:val="20"/>
              </w:rPr>
              <w:footnoteReference w:id="1"/>
            </w:r>
            <w:r w:rsidR="00A71F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2C98">
              <w:rPr>
                <w:rFonts w:ascii="Arial" w:hAnsi="Arial" w:cs="Arial"/>
                <w:sz w:val="20"/>
                <w:szCs w:val="20"/>
              </w:rPr>
              <w:t xml:space="preserve">wg stanu na </w:t>
            </w:r>
            <w:r w:rsidR="00A12C98" w:rsidRPr="00A12C98">
              <w:rPr>
                <w:rFonts w:ascii="Arial" w:hAnsi="Arial" w:cs="Arial"/>
                <w:b/>
                <w:sz w:val="20"/>
                <w:szCs w:val="20"/>
              </w:rPr>
              <w:t xml:space="preserve">30 września </w:t>
            </w:r>
            <w:r w:rsidR="005D1AE2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="006D1444">
              <w:rPr>
                <w:rFonts w:ascii="Arial" w:hAnsi="Arial" w:cs="Arial"/>
                <w:b/>
                <w:sz w:val="20"/>
                <w:szCs w:val="20"/>
              </w:rPr>
              <w:t xml:space="preserve"> r</w:t>
            </w:r>
            <w:r w:rsidR="00A71F98" w:rsidRPr="00A12C9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029C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3F21EAE1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09B0CA87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2C587AF3" w14:textId="77777777" w:rsidR="003F2C7E" w:rsidRDefault="003F2C7E" w:rsidP="005D66DF">
      <w:pPr>
        <w:rPr>
          <w:rFonts w:ascii="Arial" w:hAnsi="Arial" w:cs="Arial"/>
          <w:b/>
          <w:sz w:val="20"/>
          <w:szCs w:val="20"/>
        </w:rPr>
      </w:pPr>
    </w:p>
    <w:p w14:paraId="5E566619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5099B0EE" w14:textId="77777777" w:rsidR="00B364D4" w:rsidRPr="00CE2B92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47F18122" w14:textId="5670C427" w:rsidR="00666D6A" w:rsidRPr="00CE2B92" w:rsidRDefault="00C33B7A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Efekty zrealizowanego zadania – proszę zaznaczyć </w:t>
      </w:r>
      <w:r w:rsidR="00C01AA5">
        <w:rPr>
          <w:rFonts w:ascii="Arial" w:hAnsi="Arial" w:cs="Arial"/>
          <w:b/>
          <w:sz w:val="20"/>
          <w:szCs w:val="20"/>
        </w:rPr>
        <w:t>jedną odpowiedź</w:t>
      </w:r>
    </w:p>
    <w:p w14:paraId="16F3E346" w14:textId="77777777" w:rsidR="00666D6A" w:rsidRPr="00CE2B92" w:rsidRDefault="00666D6A" w:rsidP="00666D6A">
      <w:pPr>
        <w:ind w:left="360"/>
        <w:rPr>
          <w:rFonts w:ascii="Arial" w:hAnsi="Arial" w:cs="Arial"/>
          <w:sz w:val="20"/>
          <w:szCs w:val="20"/>
        </w:rPr>
      </w:pPr>
    </w:p>
    <w:p w14:paraId="2562B9D1" w14:textId="5DFCB799" w:rsidR="00666D6A" w:rsidRPr="00CE2B92" w:rsidRDefault="00A74F7B" w:rsidP="00DE3CA9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90663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zorganizowanie nowej stołówki szkolnej</w:t>
      </w:r>
      <w:r w:rsidR="008B6C84">
        <w:rPr>
          <w:rFonts w:ascii="Arial" w:hAnsi="Arial" w:cs="Arial"/>
          <w:sz w:val="20"/>
          <w:szCs w:val="20"/>
        </w:rPr>
        <w:t xml:space="preserve"> (własna kuchnia i jadalnia)</w:t>
      </w:r>
    </w:p>
    <w:p w14:paraId="577F420B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481585E6" w14:textId="16DFD1FF" w:rsidR="00666D6A" w:rsidRDefault="00A74F7B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12375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DE3CA9">
        <w:rPr>
          <w:rFonts w:ascii="Arial" w:hAnsi="Arial" w:cs="Arial"/>
        </w:rPr>
        <w:tab/>
      </w:r>
      <w:r w:rsidR="00666D6A" w:rsidRPr="00CE2B92">
        <w:rPr>
          <w:rFonts w:ascii="Arial" w:hAnsi="Arial" w:cs="Arial"/>
          <w:sz w:val="20"/>
          <w:szCs w:val="20"/>
        </w:rPr>
        <w:t>doposa</w:t>
      </w:r>
      <w:r w:rsidR="00D94421">
        <w:rPr>
          <w:rFonts w:ascii="Arial" w:hAnsi="Arial" w:cs="Arial"/>
          <w:sz w:val="20"/>
          <w:szCs w:val="20"/>
        </w:rPr>
        <w:t xml:space="preserve">żenie stołówki szkolnej, która dotąd </w:t>
      </w:r>
      <w:r w:rsidR="00666D6A" w:rsidRPr="00CE2B92">
        <w:rPr>
          <w:rFonts w:ascii="Arial" w:hAnsi="Arial" w:cs="Arial"/>
          <w:sz w:val="20"/>
          <w:szCs w:val="20"/>
        </w:rPr>
        <w:t>nie</w:t>
      </w:r>
      <w:r w:rsidR="00D94421">
        <w:rPr>
          <w:rFonts w:ascii="Arial" w:hAnsi="Arial" w:cs="Arial"/>
          <w:sz w:val="20"/>
          <w:szCs w:val="20"/>
        </w:rPr>
        <w:t xml:space="preserve"> funkcjonowała</w:t>
      </w:r>
      <w:r w:rsidR="00666D6A" w:rsidRPr="00CE2B92">
        <w:rPr>
          <w:rFonts w:ascii="Arial" w:hAnsi="Arial" w:cs="Arial"/>
          <w:sz w:val="20"/>
          <w:szCs w:val="20"/>
        </w:rPr>
        <w:t xml:space="preserve">, </w:t>
      </w:r>
      <w:r w:rsidR="00D94421">
        <w:rPr>
          <w:rFonts w:ascii="Arial" w:hAnsi="Arial" w:cs="Arial"/>
          <w:sz w:val="20"/>
          <w:szCs w:val="20"/>
        </w:rPr>
        <w:t>celem uruchomienia</w:t>
      </w:r>
      <w:r w:rsidR="009A13EF">
        <w:rPr>
          <w:rFonts w:ascii="Arial" w:hAnsi="Arial" w:cs="Arial"/>
          <w:sz w:val="20"/>
          <w:szCs w:val="20"/>
        </w:rPr>
        <w:t xml:space="preserve"> (uruchomienie niefunkcjonującej stołówki szkolnej)</w:t>
      </w:r>
    </w:p>
    <w:p w14:paraId="453C1936" w14:textId="77777777" w:rsidR="000670BC" w:rsidRDefault="000670BC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2D9FFFF0" w14:textId="0AF82AAE" w:rsidR="000670BC" w:rsidRPr="00CE2B92" w:rsidRDefault="00A74F7B" w:rsidP="000670B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7418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CE2B92">
        <w:rPr>
          <w:rFonts w:ascii="Arial" w:hAnsi="Arial" w:cs="Arial"/>
          <w:sz w:val="20"/>
          <w:szCs w:val="20"/>
        </w:rPr>
        <w:t>adaptacja</w:t>
      </w:r>
      <w:r w:rsidR="000670BC">
        <w:rPr>
          <w:rFonts w:ascii="Arial" w:hAnsi="Arial" w:cs="Arial"/>
          <w:sz w:val="20"/>
          <w:szCs w:val="20"/>
        </w:rPr>
        <w:t xml:space="preserve"> pomieszczenia wyłącznie na jadalnię w szkole, w której </w:t>
      </w:r>
      <w:r w:rsidR="00D94421">
        <w:rPr>
          <w:rFonts w:ascii="Arial" w:hAnsi="Arial" w:cs="Arial"/>
          <w:sz w:val="20"/>
          <w:szCs w:val="20"/>
        </w:rPr>
        <w:t>dotąd nie funkcjonowała</w:t>
      </w:r>
      <w:r w:rsidR="000670BC">
        <w:rPr>
          <w:rFonts w:ascii="Arial" w:hAnsi="Arial" w:cs="Arial"/>
          <w:sz w:val="20"/>
          <w:szCs w:val="20"/>
        </w:rPr>
        <w:t xml:space="preserve"> ja</w:t>
      </w:r>
      <w:r w:rsidR="000670BC" w:rsidRPr="00CE2B92">
        <w:rPr>
          <w:rFonts w:ascii="Arial" w:hAnsi="Arial" w:cs="Arial"/>
          <w:sz w:val="20"/>
          <w:szCs w:val="20"/>
        </w:rPr>
        <w:t>dalni</w:t>
      </w:r>
      <w:r w:rsidR="000670BC">
        <w:rPr>
          <w:rFonts w:ascii="Arial" w:hAnsi="Arial" w:cs="Arial"/>
          <w:sz w:val="20"/>
          <w:szCs w:val="20"/>
        </w:rPr>
        <w:t>a</w:t>
      </w:r>
      <w:r w:rsidR="00F47097">
        <w:rPr>
          <w:rFonts w:ascii="Arial" w:hAnsi="Arial" w:cs="Arial"/>
          <w:sz w:val="20"/>
          <w:szCs w:val="20"/>
        </w:rPr>
        <w:t xml:space="preserve"> (stworzenie nowej jadalni)</w:t>
      </w:r>
    </w:p>
    <w:p w14:paraId="7CBEA397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3896CC4B" w14:textId="0AACAEB7" w:rsidR="00666D6A" w:rsidRPr="00CE2B92" w:rsidRDefault="00A74F7B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87638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doposażenie i poprawa standardu funkcjonującej stołówki</w:t>
      </w:r>
      <w:r w:rsidR="000670BC">
        <w:rPr>
          <w:rFonts w:ascii="Arial" w:hAnsi="Arial" w:cs="Arial"/>
          <w:sz w:val="20"/>
          <w:szCs w:val="20"/>
        </w:rPr>
        <w:t xml:space="preserve"> szkolnej </w:t>
      </w:r>
      <w:r w:rsidR="00FE2DDF">
        <w:rPr>
          <w:rFonts w:ascii="Arial" w:hAnsi="Arial" w:cs="Arial"/>
          <w:sz w:val="20"/>
          <w:szCs w:val="20"/>
        </w:rPr>
        <w:t>(własna</w:t>
      </w:r>
      <w:r w:rsidR="000670BC" w:rsidRPr="000670BC">
        <w:rPr>
          <w:rFonts w:ascii="Arial" w:hAnsi="Arial" w:cs="Arial"/>
          <w:sz w:val="20"/>
          <w:szCs w:val="20"/>
        </w:rPr>
        <w:t xml:space="preserve"> kuchni</w:t>
      </w:r>
      <w:r w:rsidR="00FE2DDF">
        <w:rPr>
          <w:rFonts w:ascii="Arial" w:hAnsi="Arial" w:cs="Arial"/>
          <w:sz w:val="20"/>
          <w:szCs w:val="20"/>
        </w:rPr>
        <w:t>a</w:t>
      </w:r>
      <w:r w:rsidR="000670BC" w:rsidRPr="000670BC">
        <w:rPr>
          <w:rFonts w:ascii="Arial" w:hAnsi="Arial" w:cs="Arial"/>
          <w:sz w:val="20"/>
          <w:szCs w:val="20"/>
        </w:rPr>
        <w:t xml:space="preserve"> i jadalni</w:t>
      </w:r>
      <w:r w:rsidR="00FE2DDF">
        <w:rPr>
          <w:rFonts w:ascii="Arial" w:hAnsi="Arial" w:cs="Arial"/>
          <w:sz w:val="20"/>
          <w:szCs w:val="20"/>
        </w:rPr>
        <w:t>a</w:t>
      </w:r>
      <w:r w:rsidR="000670BC" w:rsidRPr="000670BC">
        <w:rPr>
          <w:rFonts w:ascii="Arial" w:hAnsi="Arial" w:cs="Arial"/>
          <w:sz w:val="20"/>
          <w:szCs w:val="20"/>
        </w:rPr>
        <w:t>)</w:t>
      </w:r>
    </w:p>
    <w:p w14:paraId="0C283D94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7ECF128E" w14:textId="478AF023" w:rsidR="00666D6A" w:rsidRPr="00CE2B92" w:rsidRDefault="00A74F7B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6613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0670BC">
        <w:rPr>
          <w:rFonts w:ascii="Arial" w:hAnsi="Arial" w:cs="Arial"/>
          <w:sz w:val="20"/>
          <w:szCs w:val="20"/>
        </w:rPr>
        <w:t>dokonanie doposażenia lub poprawy</w:t>
      </w:r>
      <w:r w:rsidR="00666D6A" w:rsidRPr="00CE2B92">
        <w:rPr>
          <w:rFonts w:ascii="Arial" w:hAnsi="Arial" w:cs="Arial"/>
          <w:sz w:val="20"/>
          <w:szCs w:val="20"/>
        </w:rPr>
        <w:t xml:space="preserve"> standardu pomieszczenia przeznaczonego do spożywania posiłków (jadalni)</w:t>
      </w:r>
      <w:r w:rsidR="00F47097">
        <w:rPr>
          <w:rFonts w:ascii="Arial" w:hAnsi="Arial" w:cs="Arial"/>
          <w:sz w:val="20"/>
          <w:szCs w:val="20"/>
        </w:rPr>
        <w:t>, w szkole w której funkcjonuje wyłącznie jadalnia</w:t>
      </w:r>
    </w:p>
    <w:p w14:paraId="566ECD2A" w14:textId="1461A031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7D98B3D1" w14:textId="13294AE5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B8BEB7B" w14:textId="499072F7" w:rsidR="00787040" w:rsidRPr="003F2C7E" w:rsidRDefault="00787040" w:rsidP="00787040">
      <w:pPr>
        <w:jc w:val="both"/>
        <w:rPr>
          <w:rFonts w:ascii="Arial" w:hAnsi="Arial" w:cs="Arial"/>
          <w:b/>
          <w:sz w:val="20"/>
          <w:szCs w:val="20"/>
        </w:rPr>
      </w:pPr>
      <w:r w:rsidRPr="00787040">
        <w:rPr>
          <w:rFonts w:ascii="Arial" w:hAnsi="Arial" w:cs="Arial"/>
          <w:b/>
          <w:sz w:val="20"/>
          <w:szCs w:val="20"/>
        </w:rPr>
        <w:t xml:space="preserve">Czy w szkole są wydawane posiłki dla uczniów innej </w:t>
      </w:r>
      <w:r w:rsidRPr="003F2C7E">
        <w:rPr>
          <w:rFonts w:ascii="Arial" w:hAnsi="Arial" w:cs="Arial"/>
          <w:b/>
          <w:sz w:val="20"/>
          <w:szCs w:val="20"/>
        </w:rPr>
        <w:t>szkoły niż szkoła podstawowa (np. szkół z zespołu, przedszkola lub innych placówek systemu oświaty)?</w:t>
      </w:r>
    </w:p>
    <w:p w14:paraId="38D38E80" w14:textId="77777777" w:rsidR="00787040" w:rsidRPr="003F2C7E" w:rsidRDefault="00787040" w:rsidP="00A96F56">
      <w:pPr>
        <w:rPr>
          <w:rFonts w:ascii="Arial" w:hAnsi="Arial" w:cs="Arial"/>
          <w:sz w:val="20"/>
          <w:szCs w:val="20"/>
        </w:rPr>
      </w:pPr>
    </w:p>
    <w:p w14:paraId="47AC3753" w14:textId="3FB45813" w:rsidR="00787040" w:rsidRDefault="00A74F7B" w:rsidP="00787040">
      <w:pPr>
        <w:ind w:left="2127" w:firstLine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957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787040" w:rsidRPr="00CE2B92">
        <w:rPr>
          <w:rFonts w:ascii="Arial" w:hAnsi="Arial" w:cs="Arial"/>
          <w:sz w:val="28"/>
          <w:szCs w:val="28"/>
        </w:rPr>
        <w:t xml:space="preserve"> </w:t>
      </w:r>
      <w:r w:rsidR="00787040" w:rsidRPr="00CE2B92">
        <w:rPr>
          <w:rFonts w:ascii="Arial" w:hAnsi="Arial" w:cs="Arial"/>
          <w:sz w:val="20"/>
          <w:szCs w:val="20"/>
        </w:rPr>
        <w:t>tak</w:t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7040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787040" w:rsidRPr="00CE2B92">
        <w:rPr>
          <w:rFonts w:ascii="Arial" w:hAnsi="Arial" w:cs="Arial"/>
          <w:sz w:val="20"/>
          <w:szCs w:val="20"/>
        </w:rPr>
        <w:t xml:space="preserve"> nie</w:t>
      </w:r>
    </w:p>
    <w:p w14:paraId="3EC41B86" w14:textId="77777777" w:rsidR="00867957" w:rsidRDefault="00867957" w:rsidP="0086795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9F2F35" w:rsidRPr="006013ED" w14:paraId="1A38E816" w14:textId="77777777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6BA900F" w14:textId="331D53E4" w:rsidR="002D3224" w:rsidRPr="005C1480" w:rsidRDefault="009F2F35" w:rsidP="002D32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3224">
              <w:rPr>
                <w:rFonts w:ascii="Arial" w:hAnsi="Arial" w:cs="Arial"/>
                <w:b/>
                <w:sz w:val="20"/>
                <w:szCs w:val="20"/>
              </w:rPr>
              <w:t>Średnia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liczba </w:t>
            </w:r>
            <w:r w:rsidR="00E26590" w:rsidRPr="005C1480">
              <w:rPr>
                <w:rFonts w:ascii="Arial" w:hAnsi="Arial" w:cs="Arial"/>
                <w:b/>
                <w:sz w:val="20"/>
                <w:szCs w:val="20"/>
              </w:rPr>
              <w:t>uczniów korzystających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z obiadów wg danych SIO</w:t>
            </w:r>
            <w:r w:rsidR="005C1480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432DFD">
              <w:rPr>
                <w:rFonts w:ascii="Arial" w:hAnsi="Arial" w:cs="Arial"/>
                <w:b/>
                <w:sz w:val="20"/>
                <w:szCs w:val="20"/>
              </w:rPr>
              <w:t xml:space="preserve"> stan na 30 września 2019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  <w:r w:rsidR="00E26590" w:rsidRPr="005C1480">
              <w:rPr>
                <w:rFonts w:ascii="Arial" w:hAnsi="Arial" w:cs="Arial"/>
                <w:b/>
                <w:sz w:val="20"/>
                <w:szCs w:val="20"/>
              </w:rPr>
              <w:t xml:space="preserve"> (tabela DO4, kol. 1 wiersze 3-4)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3534D7" w14:textId="77777777" w:rsidR="009F2F35" w:rsidRPr="00CD1C77" w:rsidRDefault="009F2F35" w:rsidP="006F40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2F35" w:rsidRPr="006013ED" w14:paraId="05BF23D2" w14:textId="77777777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42C4E84" w14:textId="2C4B0358" w:rsidR="009F2F35" w:rsidRPr="005C1480" w:rsidRDefault="00E26590" w:rsidP="005C14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A27">
              <w:rPr>
                <w:rFonts w:ascii="Arial" w:hAnsi="Arial" w:cs="Arial"/>
                <w:b/>
                <w:sz w:val="20"/>
                <w:szCs w:val="20"/>
              </w:rPr>
              <w:t>Średnia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liczba uczniów korzystających z obiadów wydawanych w dniach nauki szkolnej w </w:t>
            </w:r>
            <w:r w:rsidR="00432DFD">
              <w:rPr>
                <w:rFonts w:ascii="Arial" w:hAnsi="Arial" w:cs="Arial"/>
                <w:b/>
                <w:sz w:val="20"/>
                <w:szCs w:val="20"/>
              </w:rPr>
              <w:t>styczniu 2021</w:t>
            </w:r>
            <w:r w:rsidR="005C1480" w:rsidRPr="005C1480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  <w:r w:rsidR="00FA70FD" w:rsidRPr="005C1480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CCCC1D" w14:textId="77777777" w:rsidR="009F2F35" w:rsidRPr="00CD1C77" w:rsidRDefault="009F2F35" w:rsidP="006F40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0D2659F" w14:textId="01AF9322" w:rsidR="00787040" w:rsidRDefault="00787040" w:rsidP="00A96F56">
      <w:pPr>
        <w:rPr>
          <w:rFonts w:ascii="Arial" w:hAnsi="Arial" w:cs="Arial"/>
          <w:sz w:val="20"/>
          <w:szCs w:val="20"/>
        </w:rPr>
      </w:pPr>
    </w:p>
    <w:p w14:paraId="7B5D9808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3397AABE" w14:textId="2E92167B" w:rsidR="00C01AA5" w:rsidRDefault="00532BA4" w:rsidP="00BA5334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Całkowity koszt realizacji zadania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C01AA5" w:rsidRPr="00CE2B92" w14:paraId="46B5B505" w14:textId="77777777" w:rsidTr="006F409A">
        <w:trPr>
          <w:trHeight w:hRule="exact" w:val="543"/>
        </w:trPr>
        <w:tc>
          <w:tcPr>
            <w:tcW w:w="3314" w:type="dxa"/>
          </w:tcPr>
          <w:p w14:paraId="048D95BA" w14:textId="77777777" w:rsidR="00C01AA5" w:rsidRPr="00CE2B92" w:rsidRDefault="00C01AA5" w:rsidP="006F40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D77144" w14:textId="77777777" w:rsidR="00C01AA5" w:rsidRDefault="00C01AA5" w:rsidP="00C01AA5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43EE605A" w14:textId="77777777" w:rsidR="00C01AA5" w:rsidRDefault="00C01AA5" w:rsidP="00C01AA5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322B016B" w14:textId="129DCCA9" w:rsidR="00BA5334" w:rsidRPr="00BA5334" w:rsidRDefault="00BA5334" w:rsidP="00BA5334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BA5334">
        <w:rPr>
          <w:rFonts w:ascii="Arial" w:hAnsi="Arial" w:cs="Arial"/>
          <w:b/>
          <w:sz w:val="20"/>
          <w:szCs w:val="20"/>
        </w:rPr>
        <w:t>Kwota przyznanej dotacji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71AFC2DE" w14:textId="77777777" w:rsidTr="00625A54">
        <w:trPr>
          <w:trHeight w:hRule="exact" w:val="543"/>
        </w:trPr>
        <w:tc>
          <w:tcPr>
            <w:tcW w:w="3314" w:type="dxa"/>
          </w:tcPr>
          <w:p w14:paraId="7EF7561E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357616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0564A38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96A1ADD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38F0453" w14:textId="2FBC2735" w:rsidR="00BA5334" w:rsidRPr="00AD5818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AD5818">
        <w:rPr>
          <w:rFonts w:ascii="Arial" w:hAnsi="Arial" w:cs="Arial"/>
          <w:b/>
          <w:sz w:val="20"/>
          <w:szCs w:val="20"/>
        </w:rPr>
        <w:t>Kwota wykorzystanej dotacji 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1B0011F2" w14:textId="77777777" w:rsidTr="00625A54">
        <w:trPr>
          <w:trHeight w:hRule="exact" w:val="543"/>
        </w:trPr>
        <w:tc>
          <w:tcPr>
            <w:tcW w:w="3314" w:type="dxa"/>
          </w:tcPr>
          <w:p w14:paraId="7ED3B628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D53BA9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6CBD3CAA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18D0710A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32CD3819" w14:textId="2D1ED274" w:rsidR="00BA5334" w:rsidRPr="00AD5818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AD5818">
        <w:rPr>
          <w:rFonts w:ascii="Arial" w:hAnsi="Arial" w:cs="Arial"/>
          <w:b/>
          <w:sz w:val="20"/>
          <w:szCs w:val="20"/>
        </w:rPr>
        <w:t>Kwota niewykorzystanej</w:t>
      </w:r>
      <w:r w:rsidR="003F2C7E">
        <w:rPr>
          <w:rFonts w:ascii="Arial" w:hAnsi="Arial" w:cs="Arial"/>
          <w:b/>
          <w:sz w:val="20"/>
          <w:szCs w:val="20"/>
        </w:rPr>
        <w:t xml:space="preserve"> (zwróconej)</w:t>
      </w:r>
      <w:r w:rsidRPr="00AD5818">
        <w:rPr>
          <w:rFonts w:ascii="Arial" w:hAnsi="Arial" w:cs="Arial"/>
          <w:b/>
          <w:sz w:val="20"/>
          <w:szCs w:val="20"/>
        </w:rPr>
        <w:t xml:space="preserve"> dotacji w zł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2F93798F" w14:textId="77777777" w:rsidTr="00625A54">
        <w:trPr>
          <w:trHeight w:hRule="exact" w:val="543"/>
        </w:trPr>
        <w:tc>
          <w:tcPr>
            <w:tcW w:w="3314" w:type="dxa"/>
          </w:tcPr>
          <w:p w14:paraId="2077D0D7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5B6CB" w14:textId="77777777" w:rsidR="00BA5334" w:rsidRDefault="00BA5334" w:rsidP="00A96F56">
      <w:pPr>
        <w:rPr>
          <w:rFonts w:ascii="Arial" w:hAnsi="Arial" w:cs="Arial"/>
          <w:sz w:val="20"/>
          <w:szCs w:val="20"/>
        </w:rPr>
        <w:sectPr w:rsidR="00BA5334" w:rsidSect="00CE4A59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3F460E20" w:rsidR="00890265" w:rsidRPr="00BA5334" w:rsidRDefault="00F6076E" w:rsidP="00BA5334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Calibri" w:hAnsi="Calibri"/>
          <w:b/>
          <w:sz w:val="22"/>
          <w:szCs w:val="15"/>
          <w:lang w:eastAsia="en-US"/>
        </w:rPr>
      </w:pPr>
      <w:r>
        <w:rPr>
          <w:rFonts w:ascii="Calibri" w:hAnsi="Calibri"/>
          <w:b/>
          <w:sz w:val="22"/>
          <w:szCs w:val="15"/>
          <w:lang w:eastAsia="en-US"/>
        </w:rPr>
        <w:lastRenderedPageBreak/>
        <w:t>Zestawienie ilościowo-w</w:t>
      </w:r>
      <w:r w:rsidRPr="00BA5334">
        <w:rPr>
          <w:rFonts w:ascii="Calibri" w:hAnsi="Calibri"/>
          <w:b/>
          <w:sz w:val="22"/>
          <w:szCs w:val="15"/>
          <w:lang w:eastAsia="en-US"/>
        </w:rPr>
        <w:t xml:space="preserve">artościowe </w:t>
      </w:r>
      <w:r w:rsidR="00DE61FD" w:rsidRPr="00BA5334">
        <w:rPr>
          <w:rFonts w:ascii="Calibri" w:hAnsi="Calibri"/>
          <w:b/>
          <w:sz w:val="22"/>
          <w:szCs w:val="15"/>
          <w:lang w:eastAsia="en-US"/>
        </w:rPr>
        <w:t>realizacji zadania</w:t>
      </w:r>
      <w:r w:rsidR="007D59C4" w:rsidRPr="00BA5334">
        <w:rPr>
          <w:rFonts w:ascii="Calibri" w:hAnsi="Calibri"/>
          <w:b/>
          <w:sz w:val="22"/>
          <w:szCs w:val="15"/>
          <w:lang w:eastAsia="en-US"/>
        </w:rPr>
        <w:t>:</w:t>
      </w:r>
    </w:p>
    <w:p w14:paraId="5443B355" w14:textId="77777777" w:rsidR="0096694A" w:rsidRDefault="0096694A" w:rsidP="00A96F56">
      <w:pPr>
        <w:rPr>
          <w:rFonts w:ascii="Arial" w:hAnsi="Arial" w:cs="Arial"/>
          <w:sz w:val="20"/>
          <w:szCs w:val="20"/>
        </w:rPr>
      </w:pPr>
    </w:p>
    <w:tbl>
      <w:tblPr>
        <w:tblW w:w="1459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6662"/>
        <w:gridCol w:w="850"/>
        <w:gridCol w:w="1276"/>
        <w:gridCol w:w="2126"/>
        <w:gridCol w:w="1418"/>
        <w:gridCol w:w="1843"/>
      </w:tblGrid>
      <w:tr w:rsidR="0096694A" w:rsidRPr="005B18E6" w14:paraId="39FFF7D5" w14:textId="77777777" w:rsidTr="00AC245D">
        <w:trPr>
          <w:trHeight w:val="1438"/>
        </w:trPr>
        <w:tc>
          <w:tcPr>
            <w:tcW w:w="416" w:type="dxa"/>
            <w:shd w:val="clear" w:color="auto" w:fill="BFBFBF" w:themeFill="background1" w:themeFillShade="BF"/>
            <w:vAlign w:val="center"/>
          </w:tcPr>
          <w:p w14:paraId="4443B459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6662" w:type="dxa"/>
            <w:shd w:val="clear" w:color="auto" w:fill="BFBFBF" w:themeFill="background1" w:themeFillShade="BF"/>
            <w:vAlign w:val="center"/>
          </w:tcPr>
          <w:p w14:paraId="746A8675" w14:textId="1CBCB914" w:rsidR="0096694A" w:rsidRPr="009D0ABC" w:rsidRDefault="00824A02" w:rsidP="003F2C7E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Wyposażenie </w:t>
            </w:r>
            <w:r w:rsidR="0096694A"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lub usługi </w:t>
            </w:r>
            <w:r w:rsidR="0096694A">
              <w:rPr>
                <w:rFonts w:ascii="Calibri" w:hAnsi="Calibri"/>
                <w:b/>
                <w:sz w:val="20"/>
                <w:szCs w:val="15"/>
                <w:lang w:eastAsia="en-US"/>
              </w:rPr>
              <w:t>zakupion</w:t>
            </w: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e</w:t>
            </w:r>
            <w:r w:rsidR="0096694A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w związku</w:t>
            </w:r>
            <w:r w:rsidR="0096694A"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realizacją zadania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5B52553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Liczba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165AD82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jednostkowy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4BE0B3A" w14:textId="3F625552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miary</w:t>
            </w:r>
            <w:r w:rsidR="00824A02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(np. sztuka, komplet, usługa)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79C16FFB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 całkowity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CF1F991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W tym wartość wkładu własnego organu prowadzącego (w zł)</w:t>
            </w:r>
          </w:p>
        </w:tc>
      </w:tr>
      <w:tr w:rsidR="0096694A" w:rsidRPr="005B18E6" w14:paraId="48A4985B" w14:textId="77777777" w:rsidTr="00AC245D">
        <w:trPr>
          <w:trHeight w:val="408"/>
        </w:trPr>
        <w:tc>
          <w:tcPr>
            <w:tcW w:w="416" w:type="dxa"/>
            <w:shd w:val="clear" w:color="auto" w:fill="FFFFFF"/>
            <w:vAlign w:val="center"/>
          </w:tcPr>
          <w:p w14:paraId="2BD37D26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FFFFFF"/>
          </w:tcPr>
          <w:p w14:paraId="6B74DB5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D0E9B52" w14:textId="77777777" w:rsidR="0096694A" w:rsidRPr="009F745D" w:rsidRDefault="0096694A" w:rsidP="00AC245D">
            <w:pPr>
              <w:spacing w:before="40"/>
              <w:ind w:left="57" w:right="175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469A46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3D4065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0804F18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0B3B14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4DFB841" w14:textId="77777777" w:rsidTr="00AC245D">
        <w:trPr>
          <w:trHeight w:val="384"/>
        </w:trPr>
        <w:tc>
          <w:tcPr>
            <w:tcW w:w="416" w:type="dxa"/>
            <w:shd w:val="clear" w:color="auto" w:fill="FFFFFF"/>
            <w:vAlign w:val="center"/>
          </w:tcPr>
          <w:p w14:paraId="6D75B14C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FFFFFF"/>
          </w:tcPr>
          <w:p w14:paraId="571FB36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63388D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162A1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1759FAB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1F32A9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18B50DD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1475CFEF" w14:textId="77777777" w:rsidTr="00AC245D">
        <w:trPr>
          <w:trHeight w:val="360"/>
        </w:trPr>
        <w:tc>
          <w:tcPr>
            <w:tcW w:w="416" w:type="dxa"/>
            <w:shd w:val="clear" w:color="auto" w:fill="FFFFFF"/>
            <w:vAlign w:val="center"/>
          </w:tcPr>
          <w:p w14:paraId="45AC91B2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FFFFFF"/>
          </w:tcPr>
          <w:p w14:paraId="085E2BB7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1FBFBAF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975358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4093700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33DC3A3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2387312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1CB4CA57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06B6B5BB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FFFFFF"/>
          </w:tcPr>
          <w:p w14:paraId="2A66795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384AA1A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22763D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C2E44D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612B64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6E6BB8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5145A7C1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5EC32A18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FFFFFF"/>
          </w:tcPr>
          <w:p w14:paraId="0032C74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3714434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F664CD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329DDB7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CF979DC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39C4E30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57EE8C1A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784183C2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6662" w:type="dxa"/>
            <w:shd w:val="clear" w:color="auto" w:fill="FFFFFF"/>
          </w:tcPr>
          <w:p w14:paraId="046891D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3AB0331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4A4932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08AD456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A4CA09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68BA8E3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6EEB9773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75819D28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6662" w:type="dxa"/>
            <w:shd w:val="clear" w:color="auto" w:fill="FFFFFF"/>
          </w:tcPr>
          <w:p w14:paraId="0876EDF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5593B58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EA800F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2E39E66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E492C7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583B1D9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39BF0FE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5F1E164E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6662" w:type="dxa"/>
            <w:shd w:val="clear" w:color="auto" w:fill="FFFFFF"/>
          </w:tcPr>
          <w:p w14:paraId="204A8E2C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673CEDAC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776C87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12F51CB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05AE3F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19E7FB2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3D406CCD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407945F2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6662" w:type="dxa"/>
            <w:shd w:val="clear" w:color="auto" w:fill="FFFFFF"/>
          </w:tcPr>
          <w:p w14:paraId="077D308E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68BC70AE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03BACC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2C60723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0B0B522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C5A3F6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09DDAFF4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6B9AC864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6662" w:type="dxa"/>
            <w:shd w:val="clear" w:color="auto" w:fill="FFFFFF"/>
          </w:tcPr>
          <w:p w14:paraId="2C068EF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12A6EC67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8C7E30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175CE1C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14D5FA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05BB93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C4234DD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18B3DB04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6662" w:type="dxa"/>
            <w:shd w:val="clear" w:color="auto" w:fill="FFFFFF"/>
          </w:tcPr>
          <w:p w14:paraId="46E5E4D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C891BB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FA29B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421FBF6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56FDBAE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5EF8723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FD07747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12F30BC8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12</w:t>
            </w:r>
          </w:p>
        </w:tc>
        <w:tc>
          <w:tcPr>
            <w:tcW w:w="6662" w:type="dxa"/>
            <w:shd w:val="clear" w:color="auto" w:fill="FFFFFF"/>
          </w:tcPr>
          <w:p w14:paraId="1117B72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55D8F45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F22331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E0E43B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4484E7E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4F82C83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411442B6" w14:textId="77777777" w:rsidTr="00FE2DDF">
        <w:trPr>
          <w:trHeight w:val="539"/>
        </w:trPr>
        <w:tc>
          <w:tcPr>
            <w:tcW w:w="11330" w:type="dxa"/>
            <w:gridSpan w:val="5"/>
            <w:shd w:val="clear" w:color="auto" w:fill="BFBFBF" w:themeFill="background1" w:themeFillShade="BF"/>
            <w:vAlign w:val="center"/>
          </w:tcPr>
          <w:p w14:paraId="7B7CC8E3" w14:textId="77777777" w:rsidR="0096694A" w:rsidRPr="009F745D" w:rsidRDefault="0096694A" w:rsidP="00AC2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787B50">
              <w:rPr>
                <w:rFonts w:ascii="Calibri" w:hAnsi="Calibri"/>
                <w:b/>
                <w:sz w:val="17"/>
                <w:szCs w:val="17"/>
                <w:lang w:eastAsia="en-US"/>
              </w:rPr>
              <w:t>Ogółem</w:t>
            </w: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14:paraId="7D33B47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39EE06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</w:tbl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1DFBB9A" w14:textId="121E501C" w:rsidR="00591564" w:rsidRDefault="00E93AA3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Wyjaśnienie powodów rozbieżności między kalkulacją kosztów realizacji zadania w złożonym wniosku</w:t>
      </w:r>
      <w:r w:rsidR="00A71F98">
        <w:rPr>
          <w:rFonts w:ascii="Arial" w:hAnsi="Arial" w:cs="Arial"/>
          <w:b/>
          <w:sz w:val="20"/>
          <w:szCs w:val="20"/>
        </w:rPr>
        <w:t xml:space="preserve"> (pkt 7</w:t>
      </w:r>
      <w:r w:rsidR="00193AFB">
        <w:rPr>
          <w:rFonts w:ascii="Arial" w:hAnsi="Arial" w:cs="Arial"/>
          <w:b/>
          <w:sz w:val="20"/>
          <w:szCs w:val="20"/>
        </w:rPr>
        <w:t xml:space="preserve"> wniosku</w:t>
      </w:r>
      <w:r w:rsidR="00A71F98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, a faktycznymi zakupami (zestawieniem ilościowo-wartościowym</w:t>
      </w:r>
      <w:r w:rsidR="00193AFB">
        <w:rPr>
          <w:rFonts w:ascii="Arial" w:hAnsi="Arial" w:cs="Arial"/>
          <w:b/>
          <w:sz w:val="20"/>
          <w:szCs w:val="20"/>
        </w:rPr>
        <w:t xml:space="preserve"> – pkt 6 w </w:t>
      </w:r>
      <w:r w:rsidR="00A71F98">
        <w:rPr>
          <w:rFonts w:ascii="Arial" w:hAnsi="Arial" w:cs="Arial"/>
          <w:b/>
          <w:sz w:val="20"/>
          <w:szCs w:val="20"/>
        </w:rPr>
        <w:t>sprawozdaniu</w:t>
      </w:r>
      <w:r>
        <w:rPr>
          <w:rFonts w:ascii="Arial" w:hAnsi="Arial" w:cs="Arial"/>
          <w:b/>
          <w:sz w:val="20"/>
          <w:szCs w:val="20"/>
        </w:rPr>
        <w:t>), o ile takie różnice wystąpiły. W przypadku braku rozbieżności</w:t>
      </w:r>
      <w:r w:rsidR="00F5533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wpisać „Zestawienie ilościowo-wartościowe zgodne z kalkulac</w:t>
      </w:r>
      <w:r w:rsidR="00A71F98">
        <w:rPr>
          <w:rFonts w:ascii="Arial" w:hAnsi="Arial" w:cs="Arial"/>
          <w:b/>
          <w:sz w:val="20"/>
          <w:szCs w:val="20"/>
        </w:rPr>
        <w:t>ją kosztów realizacji zadania”</w:t>
      </w:r>
    </w:p>
    <w:p w14:paraId="73445E49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E93AA3" w:rsidRPr="00CE2B92" w14:paraId="47F74E7A" w14:textId="77777777" w:rsidTr="00E93AA3">
        <w:trPr>
          <w:trHeight w:hRule="exact" w:val="5839"/>
          <w:jc w:val="center"/>
        </w:trPr>
        <w:tc>
          <w:tcPr>
            <w:tcW w:w="9778" w:type="dxa"/>
          </w:tcPr>
          <w:p w14:paraId="63C2EC7C" w14:textId="77777777" w:rsidR="00E93AA3" w:rsidRPr="00CE2B92" w:rsidRDefault="00E93AA3" w:rsidP="002B1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20424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19C5A907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EF2441D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0F5EAF5D" w14:textId="3C12C2C3" w:rsidR="00A96F56" w:rsidRDefault="00591564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Charakterystyka problemów i barier w</w:t>
      </w:r>
      <w:r w:rsidR="00C33B7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realizacji zadania</w:t>
      </w:r>
      <w:r w:rsidR="00E93AA3">
        <w:rPr>
          <w:rFonts w:ascii="Arial" w:hAnsi="Arial" w:cs="Arial"/>
          <w:b/>
          <w:sz w:val="20"/>
          <w:szCs w:val="20"/>
        </w:rPr>
        <w:t>, jeżeli występowały</w:t>
      </w:r>
      <w:r w:rsidR="001D042D">
        <w:rPr>
          <w:rStyle w:val="Odwoanieprzypisudolnego"/>
          <w:b/>
          <w:sz w:val="20"/>
          <w:szCs w:val="20"/>
        </w:rPr>
        <w:footnoteReference w:id="3"/>
      </w:r>
    </w:p>
    <w:p w14:paraId="027E5C57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CE2B92" w14:paraId="707DC5A6" w14:textId="77777777" w:rsidTr="00E93AA3">
        <w:trPr>
          <w:trHeight w:hRule="exact" w:val="5689"/>
          <w:jc w:val="center"/>
        </w:trPr>
        <w:tc>
          <w:tcPr>
            <w:tcW w:w="9778" w:type="dxa"/>
          </w:tcPr>
          <w:p w14:paraId="3E7A2F85" w14:textId="77777777" w:rsidR="00A96F56" w:rsidRPr="00CE2B92" w:rsidRDefault="00A96F56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61873" w14:textId="2BFBD542" w:rsidR="00A50A74" w:rsidRPr="00CE2B92" w:rsidRDefault="00A50A74" w:rsidP="006E406B">
      <w:pPr>
        <w:rPr>
          <w:rFonts w:ascii="Arial" w:hAnsi="Arial" w:cs="Arial"/>
          <w:sz w:val="20"/>
          <w:szCs w:val="20"/>
        </w:rPr>
      </w:pPr>
    </w:p>
    <w:p w14:paraId="551FF99E" w14:textId="77777777" w:rsidR="00E77349" w:rsidRPr="0012199B" w:rsidRDefault="00E77349" w:rsidP="00E77349">
      <w:pPr>
        <w:jc w:val="both"/>
        <w:rPr>
          <w:rFonts w:ascii="Arial" w:hAnsi="Arial" w:cs="Arial"/>
          <w:sz w:val="20"/>
          <w:szCs w:val="20"/>
        </w:rPr>
      </w:pPr>
    </w:p>
    <w:p w14:paraId="46B81856" w14:textId="0D9977F5" w:rsidR="00E77349" w:rsidRPr="002D3224" w:rsidRDefault="00E77349" w:rsidP="002855D7">
      <w:pPr>
        <w:rPr>
          <w:rFonts w:ascii="Arial" w:hAnsi="Arial" w:cs="Arial"/>
          <w:strike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12199B" w14:paraId="2833553A" w14:textId="77777777" w:rsidTr="00AC5B2D">
        <w:trPr>
          <w:trHeight w:val="2797"/>
          <w:jc w:val="center"/>
        </w:trPr>
        <w:tc>
          <w:tcPr>
            <w:tcW w:w="4889" w:type="dxa"/>
          </w:tcPr>
          <w:p w14:paraId="1F8A715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ABEC5" w14:textId="77777777" w:rsidR="002855D7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11146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0731D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5CDA5B" w14:textId="77777777" w:rsidR="00AC5B2D" w:rsidRPr="0012199B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54CD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142DE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F476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3D2B43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4557DF8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5726C6BC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2F6D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42FBB" w14:textId="77777777" w:rsidR="002855D7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19F17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DB809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49F037" w14:textId="77777777" w:rsidR="00AC5B2D" w:rsidRPr="0012199B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07F76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5FD8F" w14:textId="56219561" w:rsidR="002855D7" w:rsidRPr="0012199B" w:rsidRDefault="0033275E" w:rsidP="00332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855D7"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1AD160A" w14:textId="2D863C7A" w:rsidR="002855D7" w:rsidRPr="0012199B" w:rsidRDefault="00A90F9D" w:rsidP="00B277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D00A27" w:rsidRPr="00B277B3">
              <w:rPr>
                <w:rFonts w:ascii="Arial" w:hAnsi="Arial" w:cs="Arial"/>
                <w:sz w:val="20"/>
                <w:szCs w:val="20"/>
              </w:rPr>
              <w:t>piecz</w:t>
            </w:r>
            <w:r w:rsidR="00B277B3" w:rsidRPr="00B277B3">
              <w:rPr>
                <w:rFonts w:ascii="Arial" w:hAnsi="Arial" w:cs="Arial"/>
                <w:sz w:val="20"/>
                <w:szCs w:val="20"/>
              </w:rPr>
              <w:t>ęć</w:t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imienna</w:t>
            </w:r>
            <w:r w:rsidR="00406324">
              <w:rPr>
                <w:rStyle w:val="Odwoanieprzypisudolnego"/>
                <w:sz w:val="20"/>
                <w:szCs w:val="20"/>
              </w:rPr>
              <w:footnoteReference w:id="4"/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FE6" w:rsidRPr="00012FE6">
              <w:rPr>
                <w:rFonts w:ascii="Arial" w:hAnsi="Arial" w:cs="Arial"/>
                <w:sz w:val="20"/>
                <w:szCs w:val="20"/>
              </w:rPr>
              <w:t xml:space="preserve">dyrektora szkoły lub </w:t>
            </w:r>
            <w:r w:rsidR="00AC5B2D">
              <w:rPr>
                <w:rFonts w:ascii="Arial" w:hAnsi="Arial" w:cs="Arial"/>
                <w:sz w:val="20"/>
                <w:szCs w:val="20"/>
              </w:rPr>
              <w:t xml:space="preserve">innej </w:t>
            </w:r>
            <w:r w:rsidR="00012FE6" w:rsidRPr="00012FE6">
              <w:rPr>
                <w:rFonts w:ascii="Arial" w:hAnsi="Arial" w:cs="Arial"/>
                <w:sz w:val="20"/>
                <w:szCs w:val="20"/>
              </w:rPr>
              <w:t>osoby upoważnionej do reprezentowania szkoły</w:t>
            </w:r>
          </w:p>
        </w:tc>
      </w:tr>
    </w:tbl>
    <w:p w14:paraId="54595282" w14:textId="77777777" w:rsidR="002855D7" w:rsidRPr="0012199B" w:rsidRDefault="002855D7" w:rsidP="002855D7">
      <w:pPr>
        <w:rPr>
          <w:rFonts w:ascii="Arial" w:hAnsi="Arial" w:cs="Arial"/>
          <w:sz w:val="20"/>
          <w:szCs w:val="20"/>
        </w:rPr>
      </w:pPr>
    </w:p>
    <w:p w14:paraId="066491A2" w14:textId="77777777" w:rsidR="00012FE6" w:rsidRDefault="00012FE6" w:rsidP="00F6076E">
      <w:pPr>
        <w:rPr>
          <w:rFonts w:ascii="Arial" w:hAnsi="Arial" w:cs="Arial"/>
          <w:sz w:val="20"/>
          <w:szCs w:val="20"/>
        </w:rPr>
      </w:pPr>
    </w:p>
    <w:p w14:paraId="7A630BD5" w14:textId="5E28FC61" w:rsidR="00E77349" w:rsidRDefault="00012FE6" w:rsidP="00F607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1B7E7A5D" w14:textId="6B99CD44" w:rsidR="00012FE6" w:rsidRPr="00012FE6" w:rsidRDefault="00012FE6" w:rsidP="00012FE6">
      <w:pPr>
        <w:pStyle w:val="Akapitzlist"/>
        <w:numPr>
          <w:ilvl w:val="0"/>
          <w:numId w:val="1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Upoważnienie do reprezentowania szkoły </w:t>
      </w:r>
      <w:r w:rsidRPr="00012FE6">
        <w:rPr>
          <w:rFonts w:ascii="Arial" w:hAnsi="Arial" w:cs="Arial"/>
          <w:b/>
          <w:sz w:val="20"/>
          <w:szCs w:val="20"/>
        </w:rPr>
        <w:t>(w przypadku podpisania sprawozdania przez osobę upoważnioną do reprezentowania szkoły inną niż dyrektor szkoły)</w:t>
      </w:r>
    </w:p>
    <w:sectPr w:rsidR="00012FE6" w:rsidRPr="00012FE6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656A6" w14:textId="77777777" w:rsidR="00A74F7B" w:rsidRDefault="00A74F7B">
      <w:r>
        <w:separator/>
      </w:r>
    </w:p>
  </w:endnote>
  <w:endnote w:type="continuationSeparator" w:id="0">
    <w:p w14:paraId="5C5A34CC" w14:textId="77777777" w:rsidR="00A74F7B" w:rsidRDefault="00A7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5D74ECC1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355F1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355F1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204FF" w14:textId="77777777" w:rsidR="00A74F7B" w:rsidRDefault="00A74F7B">
      <w:r>
        <w:separator/>
      </w:r>
    </w:p>
  </w:footnote>
  <w:footnote w:type="continuationSeparator" w:id="0">
    <w:p w14:paraId="19E72B05" w14:textId="77777777" w:rsidR="00A74F7B" w:rsidRDefault="00A74F7B">
      <w:r>
        <w:continuationSeparator/>
      </w:r>
    </w:p>
  </w:footnote>
  <w:footnote w:id="1">
    <w:p w14:paraId="09B0F8BD" w14:textId="44CC0E82" w:rsidR="00A71F98" w:rsidRDefault="00A71F98">
      <w:pPr>
        <w:pStyle w:val="Tekstprzypisudolnego"/>
      </w:pPr>
      <w:r w:rsidRPr="00A12C9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B</w:t>
      </w:r>
      <w:r w:rsidRPr="00A71F98">
        <w:rPr>
          <w:rFonts w:ascii="Arial" w:hAnsi="Arial" w:cs="Arial"/>
          <w:sz w:val="16"/>
          <w:szCs w:val="16"/>
        </w:rPr>
        <w:t>ez oddziałów</w:t>
      </w:r>
      <w:r>
        <w:rPr>
          <w:rFonts w:ascii="Arial" w:hAnsi="Arial" w:cs="Arial"/>
          <w:sz w:val="16"/>
          <w:szCs w:val="16"/>
        </w:rPr>
        <w:t xml:space="preserve"> przedszkolnych.</w:t>
      </w:r>
    </w:p>
  </w:footnote>
  <w:footnote w:id="2">
    <w:p w14:paraId="0893D83D" w14:textId="51A52D99" w:rsidR="00FA70FD" w:rsidRDefault="00FA70FD">
      <w:pPr>
        <w:pStyle w:val="Tekstprzypisudolnego"/>
      </w:pPr>
      <w:r>
        <w:rPr>
          <w:rStyle w:val="Odwoanieprzypisudolnego"/>
        </w:rPr>
        <w:footnoteRef/>
      </w:r>
      <w:r>
        <w:t xml:space="preserve"> Suma liczby uczniów korzystających z obiadów</w:t>
      </w:r>
      <w:r w:rsidR="005C1480">
        <w:t xml:space="preserve"> (pełnych i niepełnych)</w:t>
      </w:r>
      <w:r w:rsidR="00F92C75">
        <w:t xml:space="preserve"> w</w:t>
      </w:r>
      <w:r>
        <w:t xml:space="preserve"> poszczególnych dniach nauki szkolnej</w:t>
      </w:r>
      <w:r w:rsidR="00CC5380">
        <w:t xml:space="preserve"> w styczniu 2021</w:t>
      </w:r>
      <w:r w:rsidR="005C1480">
        <w:t xml:space="preserve"> r.</w:t>
      </w:r>
      <w:r>
        <w:t xml:space="preserve"> podzielona przez liczbę dni nauki szkolnej</w:t>
      </w:r>
      <w:r w:rsidR="005C1480">
        <w:t xml:space="preserve"> w tym miesiącu</w:t>
      </w:r>
      <w:r>
        <w:t>.</w:t>
      </w:r>
    </w:p>
  </w:footnote>
  <w:footnote w:id="3">
    <w:p w14:paraId="4AB15A30" w14:textId="4955A2CF" w:rsidR="001D042D" w:rsidRPr="0043434B" w:rsidRDefault="001D042D" w:rsidP="006A2B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C33B7A">
        <w:rPr>
          <w:rFonts w:ascii="Arial" w:hAnsi="Arial" w:cs="Arial"/>
          <w:sz w:val="16"/>
          <w:szCs w:val="16"/>
        </w:rPr>
        <w:t xml:space="preserve">Proszę zwięźle opisać </w:t>
      </w:r>
      <w:r w:rsidR="00591564">
        <w:rPr>
          <w:rFonts w:ascii="Arial" w:hAnsi="Arial" w:cs="Arial"/>
          <w:sz w:val="16"/>
          <w:szCs w:val="16"/>
        </w:rPr>
        <w:t xml:space="preserve">ewentualne problemy, które pojawiły się </w:t>
      </w:r>
      <w:r w:rsidR="00E93AA3">
        <w:rPr>
          <w:rFonts w:ascii="Arial" w:hAnsi="Arial" w:cs="Arial"/>
          <w:sz w:val="16"/>
          <w:szCs w:val="16"/>
        </w:rPr>
        <w:t>podczas realizacji zadania oraz</w:t>
      </w:r>
      <w:r w:rsidR="00591564">
        <w:rPr>
          <w:rFonts w:ascii="Arial" w:hAnsi="Arial" w:cs="Arial"/>
          <w:sz w:val="16"/>
          <w:szCs w:val="16"/>
        </w:rPr>
        <w:t xml:space="preserve"> sposób ich rozwiązania.</w:t>
      </w:r>
    </w:p>
  </w:footnote>
  <w:footnote w:id="4">
    <w:p w14:paraId="27E1C6ED" w14:textId="4CA0018F" w:rsidR="00406324" w:rsidRPr="0043434B" w:rsidRDefault="00406324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Jeśli osoba</w:t>
      </w:r>
      <w:r w:rsidR="00FA70FD">
        <w:rPr>
          <w:rFonts w:ascii="Arial" w:hAnsi="Arial" w:cs="Arial"/>
          <w:sz w:val="16"/>
          <w:szCs w:val="16"/>
        </w:rPr>
        <w:t xml:space="preserve"> podpisująca sprawozdanie</w:t>
      </w:r>
      <w:r w:rsidRPr="0043434B">
        <w:rPr>
          <w:rFonts w:ascii="Arial" w:hAnsi="Arial" w:cs="Arial"/>
          <w:sz w:val="16"/>
          <w:szCs w:val="16"/>
        </w:rPr>
        <w:t xml:space="preserve"> posiada </w:t>
      </w:r>
      <w:r w:rsidR="00D00A27" w:rsidRPr="00A70635">
        <w:rPr>
          <w:rFonts w:ascii="Arial" w:hAnsi="Arial" w:cs="Arial"/>
          <w:sz w:val="16"/>
          <w:szCs w:val="16"/>
        </w:rPr>
        <w:t>piecz</w:t>
      </w:r>
      <w:r w:rsidR="00A70635" w:rsidRPr="00A70635">
        <w:rPr>
          <w:rFonts w:ascii="Arial" w:hAnsi="Arial" w:cs="Arial"/>
          <w:sz w:val="16"/>
          <w:szCs w:val="16"/>
        </w:rPr>
        <w:t>ęć</w:t>
      </w:r>
      <w:r w:rsidRPr="00A70635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C1FC8"/>
    <w:multiLevelType w:val="hybridMultilevel"/>
    <w:tmpl w:val="EA3E1464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6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4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12FE6"/>
    <w:rsid w:val="000160B9"/>
    <w:rsid w:val="00022596"/>
    <w:rsid w:val="000337FC"/>
    <w:rsid w:val="00042631"/>
    <w:rsid w:val="00042868"/>
    <w:rsid w:val="000529B6"/>
    <w:rsid w:val="000670BC"/>
    <w:rsid w:val="000709D0"/>
    <w:rsid w:val="000753E8"/>
    <w:rsid w:val="000762A6"/>
    <w:rsid w:val="00095DDA"/>
    <w:rsid w:val="000A3101"/>
    <w:rsid w:val="000A4A73"/>
    <w:rsid w:val="000C2810"/>
    <w:rsid w:val="000C7E81"/>
    <w:rsid w:val="000D2BE8"/>
    <w:rsid w:val="000D72E7"/>
    <w:rsid w:val="000E1889"/>
    <w:rsid w:val="000F0DDA"/>
    <w:rsid w:val="0012199B"/>
    <w:rsid w:val="00124818"/>
    <w:rsid w:val="001401BD"/>
    <w:rsid w:val="00145F6D"/>
    <w:rsid w:val="00151473"/>
    <w:rsid w:val="0015330F"/>
    <w:rsid w:val="00165437"/>
    <w:rsid w:val="00166830"/>
    <w:rsid w:val="00191C2B"/>
    <w:rsid w:val="00193AFB"/>
    <w:rsid w:val="001A2449"/>
    <w:rsid w:val="001B4838"/>
    <w:rsid w:val="001B5DB4"/>
    <w:rsid w:val="001B6D44"/>
    <w:rsid w:val="001B7D20"/>
    <w:rsid w:val="001D042D"/>
    <w:rsid w:val="001D681E"/>
    <w:rsid w:val="00200723"/>
    <w:rsid w:val="00201F61"/>
    <w:rsid w:val="002217B5"/>
    <w:rsid w:val="00221941"/>
    <w:rsid w:val="0022194F"/>
    <w:rsid w:val="002219BB"/>
    <w:rsid w:val="002265D6"/>
    <w:rsid w:val="00241B34"/>
    <w:rsid w:val="002458A2"/>
    <w:rsid w:val="00257B0C"/>
    <w:rsid w:val="00260D60"/>
    <w:rsid w:val="00261B5C"/>
    <w:rsid w:val="00263067"/>
    <w:rsid w:val="00263DE5"/>
    <w:rsid w:val="00266C51"/>
    <w:rsid w:val="00270B36"/>
    <w:rsid w:val="00270E21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3224"/>
    <w:rsid w:val="002D5526"/>
    <w:rsid w:val="002F5A19"/>
    <w:rsid w:val="00307A42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A2703"/>
    <w:rsid w:val="003B0743"/>
    <w:rsid w:val="003B176D"/>
    <w:rsid w:val="003B65A5"/>
    <w:rsid w:val="003C56FF"/>
    <w:rsid w:val="003F2C7E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2DFD"/>
    <w:rsid w:val="0043434B"/>
    <w:rsid w:val="00440FE1"/>
    <w:rsid w:val="004447CD"/>
    <w:rsid w:val="004471C5"/>
    <w:rsid w:val="0045045A"/>
    <w:rsid w:val="004523C6"/>
    <w:rsid w:val="00465FA7"/>
    <w:rsid w:val="0046675D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C54C0"/>
    <w:rsid w:val="00501B5D"/>
    <w:rsid w:val="00504F9D"/>
    <w:rsid w:val="005055E0"/>
    <w:rsid w:val="005316AF"/>
    <w:rsid w:val="00532BA4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564"/>
    <w:rsid w:val="005916AF"/>
    <w:rsid w:val="005A556B"/>
    <w:rsid w:val="005B63CA"/>
    <w:rsid w:val="005C1480"/>
    <w:rsid w:val="005C48DA"/>
    <w:rsid w:val="005C6EDA"/>
    <w:rsid w:val="005D1AE2"/>
    <w:rsid w:val="005D3621"/>
    <w:rsid w:val="005D66DF"/>
    <w:rsid w:val="005E77F5"/>
    <w:rsid w:val="00607FA0"/>
    <w:rsid w:val="0061371D"/>
    <w:rsid w:val="00622C8C"/>
    <w:rsid w:val="006232F0"/>
    <w:rsid w:val="0062627C"/>
    <w:rsid w:val="006278F4"/>
    <w:rsid w:val="00631729"/>
    <w:rsid w:val="00644056"/>
    <w:rsid w:val="006515F3"/>
    <w:rsid w:val="00656DF8"/>
    <w:rsid w:val="0065777D"/>
    <w:rsid w:val="00666D6A"/>
    <w:rsid w:val="0067269A"/>
    <w:rsid w:val="00684265"/>
    <w:rsid w:val="00695C2A"/>
    <w:rsid w:val="006A2BD2"/>
    <w:rsid w:val="006A6F6F"/>
    <w:rsid w:val="006B263F"/>
    <w:rsid w:val="006B4210"/>
    <w:rsid w:val="006B54F8"/>
    <w:rsid w:val="006B6CAE"/>
    <w:rsid w:val="006C3908"/>
    <w:rsid w:val="006D1444"/>
    <w:rsid w:val="006D2A09"/>
    <w:rsid w:val="006E0674"/>
    <w:rsid w:val="006E406B"/>
    <w:rsid w:val="006F5D96"/>
    <w:rsid w:val="006F6DE1"/>
    <w:rsid w:val="00700A73"/>
    <w:rsid w:val="007115A0"/>
    <w:rsid w:val="00711993"/>
    <w:rsid w:val="00713331"/>
    <w:rsid w:val="00716A0E"/>
    <w:rsid w:val="0073335F"/>
    <w:rsid w:val="007355F1"/>
    <w:rsid w:val="0074121D"/>
    <w:rsid w:val="00764BD5"/>
    <w:rsid w:val="00764C25"/>
    <w:rsid w:val="00765937"/>
    <w:rsid w:val="00770657"/>
    <w:rsid w:val="007754CE"/>
    <w:rsid w:val="00777F80"/>
    <w:rsid w:val="0078288B"/>
    <w:rsid w:val="00786F54"/>
    <w:rsid w:val="00787040"/>
    <w:rsid w:val="007879C8"/>
    <w:rsid w:val="007914EF"/>
    <w:rsid w:val="0079537E"/>
    <w:rsid w:val="007D59C4"/>
    <w:rsid w:val="007E2641"/>
    <w:rsid w:val="007E344F"/>
    <w:rsid w:val="007E629D"/>
    <w:rsid w:val="007E6B5F"/>
    <w:rsid w:val="00824A02"/>
    <w:rsid w:val="00851E4D"/>
    <w:rsid w:val="008549F4"/>
    <w:rsid w:val="00854E88"/>
    <w:rsid w:val="00856676"/>
    <w:rsid w:val="00857A5D"/>
    <w:rsid w:val="00863BB1"/>
    <w:rsid w:val="00867957"/>
    <w:rsid w:val="00871690"/>
    <w:rsid w:val="008724E8"/>
    <w:rsid w:val="00887350"/>
    <w:rsid w:val="00887A29"/>
    <w:rsid w:val="00890265"/>
    <w:rsid w:val="0089147E"/>
    <w:rsid w:val="0089174E"/>
    <w:rsid w:val="0089227D"/>
    <w:rsid w:val="00892C47"/>
    <w:rsid w:val="0089701B"/>
    <w:rsid w:val="008A003B"/>
    <w:rsid w:val="008A3E18"/>
    <w:rsid w:val="008A3EDF"/>
    <w:rsid w:val="008B0696"/>
    <w:rsid w:val="008B16EE"/>
    <w:rsid w:val="008B2FB5"/>
    <w:rsid w:val="008B6C84"/>
    <w:rsid w:val="008D58EA"/>
    <w:rsid w:val="008E32B2"/>
    <w:rsid w:val="008E34B7"/>
    <w:rsid w:val="008E65C9"/>
    <w:rsid w:val="008E7427"/>
    <w:rsid w:val="008E7F88"/>
    <w:rsid w:val="00903564"/>
    <w:rsid w:val="00911006"/>
    <w:rsid w:val="009140D3"/>
    <w:rsid w:val="00936A65"/>
    <w:rsid w:val="0094178D"/>
    <w:rsid w:val="00945275"/>
    <w:rsid w:val="009478D1"/>
    <w:rsid w:val="0096694A"/>
    <w:rsid w:val="0098487E"/>
    <w:rsid w:val="00990B4E"/>
    <w:rsid w:val="009973BC"/>
    <w:rsid w:val="009A0695"/>
    <w:rsid w:val="009A13EF"/>
    <w:rsid w:val="009A7F36"/>
    <w:rsid w:val="009D019B"/>
    <w:rsid w:val="009D0ABC"/>
    <w:rsid w:val="009D3FA2"/>
    <w:rsid w:val="009F2F35"/>
    <w:rsid w:val="009F745D"/>
    <w:rsid w:val="00A00586"/>
    <w:rsid w:val="00A068F1"/>
    <w:rsid w:val="00A12C98"/>
    <w:rsid w:val="00A157CF"/>
    <w:rsid w:val="00A17D26"/>
    <w:rsid w:val="00A21C17"/>
    <w:rsid w:val="00A24F09"/>
    <w:rsid w:val="00A4270B"/>
    <w:rsid w:val="00A46B79"/>
    <w:rsid w:val="00A5085B"/>
    <w:rsid w:val="00A50A74"/>
    <w:rsid w:val="00A514CC"/>
    <w:rsid w:val="00A54C9D"/>
    <w:rsid w:val="00A62D14"/>
    <w:rsid w:val="00A702F0"/>
    <w:rsid w:val="00A70635"/>
    <w:rsid w:val="00A71736"/>
    <w:rsid w:val="00A71F98"/>
    <w:rsid w:val="00A74F7B"/>
    <w:rsid w:val="00A852BD"/>
    <w:rsid w:val="00A90F9D"/>
    <w:rsid w:val="00A91CFE"/>
    <w:rsid w:val="00A96F56"/>
    <w:rsid w:val="00AA7663"/>
    <w:rsid w:val="00AC5B2D"/>
    <w:rsid w:val="00AC6EBE"/>
    <w:rsid w:val="00AD5818"/>
    <w:rsid w:val="00AF57AC"/>
    <w:rsid w:val="00AF6E4E"/>
    <w:rsid w:val="00B03365"/>
    <w:rsid w:val="00B11552"/>
    <w:rsid w:val="00B16EB9"/>
    <w:rsid w:val="00B17A7A"/>
    <w:rsid w:val="00B20575"/>
    <w:rsid w:val="00B21649"/>
    <w:rsid w:val="00B22C32"/>
    <w:rsid w:val="00B26E5A"/>
    <w:rsid w:val="00B277B3"/>
    <w:rsid w:val="00B364D4"/>
    <w:rsid w:val="00B6093D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E10CA"/>
    <w:rsid w:val="00BE3C58"/>
    <w:rsid w:val="00BF35CC"/>
    <w:rsid w:val="00BF58D0"/>
    <w:rsid w:val="00C01AA5"/>
    <w:rsid w:val="00C04851"/>
    <w:rsid w:val="00C103D8"/>
    <w:rsid w:val="00C11F06"/>
    <w:rsid w:val="00C22D28"/>
    <w:rsid w:val="00C27676"/>
    <w:rsid w:val="00C33B7A"/>
    <w:rsid w:val="00C33BA9"/>
    <w:rsid w:val="00C3579B"/>
    <w:rsid w:val="00C54F49"/>
    <w:rsid w:val="00C6317C"/>
    <w:rsid w:val="00C66ED3"/>
    <w:rsid w:val="00C70679"/>
    <w:rsid w:val="00C753D4"/>
    <w:rsid w:val="00C84C43"/>
    <w:rsid w:val="00C94CE7"/>
    <w:rsid w:val="00CA1385"/>
    <w:rsid w:val="00CB3107"/>
    <w:rsid w:val="00CB3AE9"/>
    <w:rsid w:val="00CB4A78"/>
    <w:rsid w:val="00CC1F7F"/>
    <w:rsid w:val="00CC5380"/>
    <w:rsid w:val="00CE2B92"/>
    <w:rsid w:val="00CE4A59"/>
    <w:rsid w:val="00CE5D37"/>
    <w:rsid w:val="00CF2E9A"/>
    <w:rsid w:val="00D00230"/>
    <w:rsid w:val="00D00A27"/>
    <w:rsid w:val="00D055E8"/>
    <w:rsid w:val="00D13DEE"/>
    <w:rsid w:val="00D167E3"/>
    <w:rsid w:val="00D461FB"/>
    <w:rsid w:val="00D57D66"/>
    <w:rsid w:val="00D75CD7"/>
    <w:rsid w:val="00D8421D"/>
    <w:rsid w:val="00D8679C"/>
    <w:rsid w:val="00D9164A"/>
    <w:rsid w:val="00D92C45"/>
    <w:rsid w:val="00D94421"/>
    <w:rsid w:val="00DA4882"/>
    <w:rsid w:val="00DA6FF7"/>
    <w:rsid w:val="00DA7B1C"/>
    <w:rsid w:val="00DB1044"/>
    <w:rsid w:val="00DB6B45"/>
    <w:rsid w:val="00DE065B"/>
    <w:rsid w:val="00DE3CA9"/>
    <w:rsid w:val="00DE61FD"/>
    <w:rsid w:val="00DF05BB"/>
    <w:rsid w:val="00E0632E"/>
    <w:rsid w:val="00E07AB4"/>
    <w:rsid w:val="00E104D7"/>
    <w:rsid w:val="00E150A9"/>
    <w:rsid w:val="00E23F1F"/>
    <w:rsid w:val="00E26590"/>
    <w:rsid w:val="00E4509B"/>
    <w:rsid w:val="00E47C56"/>
    <w:rsid w:val="00E508A7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71CB"/>
    <w:rsid w:val="00EE68F3"/>
    <w:rsid w:val="00EF3973"/>
    <w:rsid w:val="00EF7CD1"/>
    <w:rsid w:val="00F01F52"/>
    <w:rsid w:val="00F13AE0"/>
    <w:rsid w:val="00F13C50"/>
    <w:rsid w:val="00F47097"/>
    <w:rsid w:val="00F5533C"/>
    <w:rsid w:val="00F6076E"/>
    <w:rsid w:val="00F60AAD"/>
    <w:rsid w:val="00F62A1C"/>
    <w:rsid w:val="00F92C75"/>
    <w:rsid w:val="00FA1E62"/>
    <w:rsid w:val="00FA6041"/>
    <w:rsid w:val="00FA70FD"/>
    <w:rsid w:val="00FC642D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78DAA-E16B-4328-8415-960996F2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PC-Net-10</cp:lastModifiedBy>
  <cp:revision>14</cp:revision>
  <cp:lastPrinted>2019-10-10T11:10:00Z</cp:lastPrinted>
  <dcterms:created xsi:type="dcterms:W3CDTF">2019-10-17T14:56:00Z</dcterms:created>
  <dcterms:modified xsi:type="dcterms:W3CDTF">2021-01-20T11:15:00Z</dcterms:modified>
</cp:coreProperties>
</file>