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81" w:rsidRDefault="000B0381" w:rsidP="00577C16"/>
    <w:p w:rsidR="000B0381" w:rsidRDefault="000B0381" w:rsidP="00577C16"/>
    <w:p w:rsidR="000B0381" w:rsidRDefault="000B0381" w:rsidP="00577C16"/>
    <w:p w:rsidR="000B0381" w:rsidRDefault="000B0381" w:rsidP="00577C16"/>
    <w:p w:rsidR="000B0381" w:rsidRPr="004E598E" w:rsidRDefault="000B0381" w:rsidP="00577C16"/>
    <w:p w:rsidR="000B0381" w:rsidRPr="00E93AA3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93AA3">
        <w:rPr>
          <w:rFonts w:ascii="Arial" w:hAnsi="Arial" w:cs="Arial"/>
          <w:b/>
          <w:bCs/>
          <w:sz w:val="28"/>
          <w:szCs w:val="28"/>
        </w:rPr>
        <w:t>Sprawozdanie</w:t>
      </w: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Pr="004E598E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E598E">
        <w:rPr>
          <w:rFonts w:ascii="Arial" w:hAnsi="Arial" w:cs="Arial"/>
          <w:b/>
          <w:bCs/>
          <w:sz w:val="28"/>
          <w:szCs w:val="28"/>
        </w:rPr>
        <w:t>organu prowadzącego</w:t>
      </w:r>
      <w:r>
        <w:rPr>
          <w:rFonts w:ascii="Arial" w:hAnsi="Arial" w:cs="Arial"/>
          <w:b/>
          <w:bCs/>
          <w:sz w:val="28"/>
          <w:szCs w:val="28"/>
        </w:rPr>
        <w:t xml:space="preserve"> …………………………………..…………...……………</w:t>
      </w:r>
    </w:p>
    <w:p w:rsidR="000B0381" w:rsidRPr="006A2BD2" w:rsidRDefault="000B0381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organu prowadzącego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Pr="00CE2B92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CE2B92">
        <w:rPr>
          <w:rFonts w:ascii="Arial" w:hAnsi="Arial" w:cs="Arial"/>
          <w:b/>
          <w:bCs/>
          <w:sz w:val="28"/>
          <w:szCs w:val="28"/>
        </w:rPr>
        <w:t>do Wojewody …………………………………..…………...…</w:t>
      </w:r>
      <w:r>
        <w:rPr>
          <w:rFonts w:ascii="Arial" w:hAnsi="Arial" w:cs="Arial"/>
          <w:b/>
          <w:bCs/>
          <w:sz w:val="28"/>
          <w:szCs w:val="28"/>
        </w:rPr>
        <w:t>………………….</w:t>
      </w:r>
    </w:p>
    <w:p w:rsidR="000B0381" w:rsidRPr="00DD0EC5" w:rsidRDefault="000B0381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</w:t>
      </w:r>
      <w:r w:rsidRPr="00DD0EC5">
        <w:rPr>
          <w:rFonts w:ascii="Arial" w:hAnsi="Arial" w:cs="Arial"/>
          <w:i/>
          <w:iCs/>
          <w:sz w:val="16"/>
          <w:szCs w:val="16"/>
        </w:rPr>
        <w:t>wojewoda właściwy ze względu na siedzibę szkół objętych wnioskiem)</w:t>
      </w:r>
    </w:p>
    <w:p w:rsidR="000B0381" w:rsidRPr="00DD0EC5" w:rsidRDefault="000B0381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Pr="0055124E" w:rsidRDefault="000B0381" w:rsidP="00577C16">
      <w:pPr>
        <w:tabs>
          <w:tab w:val="left" w:pos="5940"/>
        </w:tabs>
        <w:jc w:val="center"/>
        <w:rPr>
          <w:rFonts w:ascii="Arial" w:hAnsi="Arial" w:cs="Arial"/>
          <w:sz w:val="16"/>
          <w:szCs w:val="16"/>
        </w:rPr>
      </w:pPr>
    </w:p>
    <w:p w:rsidR="000B0381" w:rsidRDefault="000B0381" w:rsidP="00577C16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z realizacji zadań</w:t>
      </w:r>
      <w:r w:rsidRPr="004E598E">
        <w:rPr>
          <w:rFonts w:ascii="Arial" w:hAnsi="Arial" w:cs="Arial"/>
        </w:rPr>
        <w:t xml:space="preserve"> w ramach 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</w:r>
      <w:r>
        <w:rPr>
          <w:rFonts w:ascii="Arial" w:hAnsi="Arial" w:cs="Arial"/>
        </w:rPr>
        <w:t xml:space="preserve"> </w:t>
      </w:r>
      <w:r w:rsidRPr="00186661">
        <w:rPr>
          <w:rFonts w:ascii="Arial" w:hAnsi="Arial" w:cs="Arial"/>
          <w:b/>
          <w:bCs/>
        </w:rPr>
        <w:t>w roku 2020</w:t>
      </w:r>
      <w:r w:rsidRPr="00DD0EC5">
        <w:rPr>
          <w:rFonts w:ascii="Arial" w:hAnsi="Arial" w:cs="Arial"/>
        </w:rPr>
        <w:t>.</w:t>
      </w:r>
    </w:p>
    <w:p w:rsidR="000B0381" w:rsidRPr="00CE2B92" w:rsidRDefault="000B0381" w:rsidP="00577C16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p w:rsidR="000B0381" w:rsidRDefault="000B0381">
      <w:pPr>
        <w:rPr>
          <w:rFonts w:ascii="Arial" w:hAnsi="Arial" w:cs="Arial"/>
        </w:rPr>
      </w:pPr>
      <w:bookmarkStart w:id="0" w:name="_GoBack"/>
      <w:bookmarkEnd w:id="0"/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43"/>
      </w:tblGrid>
      <w:tr w:rsidR="000B0381" w:rsidRPr="00CE2B92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:rsidR="000B0381" w:rsidRPr="00CE2B92" w:rsidRDefault="000B0381" w:rsidP="002D78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:rsidR="000B0381" w:rsidRPr="00CE2B92" w:rsidRDefault="000B0381" w:rsidP="00577C16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2544"/>
        <w:gridCol w:w="5558"/>
        <w:gridCol w:w="1150"/>
      </w:tblGrid>
      <w:tr w:rsidR="000B0381" w:rsidRPr="0012199B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Segoe UI Symbol" w:eastAsia="MS Gothic" w:hAnsi="Segoe UI Symbol" w:cs="Segoe UI Symbol"/>
                <w:sz w:val="28"/>
                <w:szCs w:val="28"/>
                <w:lang w:eastAsia="en-US"/>
              </w:rPr>
              <w:t>☐</w:t>
            </w:r>
          </w:p>
        </w:tc>
      </w:tr>
      <w:tr w:rsidR="000B0381" w:rsidRPr="0012199B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Segoe UI Symbol" w:eastAsia="MS Gothic" w:hAnsi="Segoe UI Symbol" w:cs="Segoe UI Symbol"/>
                <w:sz w:val="28"/>
                <w:szCs w:val="28"/>
              </w:rPr>
              <w:t>☐</w:t>
            </w:r>
          </w:p>
        </w:tc>
      </w:tr>
      <w:tr w:rsidR="000B0381" w:rsidRPr="0012199B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  <w:sz w:val="28"/>
                <w:szCs w:val="28"/>
              </w:rPr>
              <w:t>☐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Default="000B0381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:rsidR="000B0381" w:rsidRPr="00241B34" w:rsidRDefault="000B0381" w:rsidP="002D780E">
            <w:pPr>
              <w:shd w:val="clear" w:color="auto" w:fill="E0E0E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81" w:rsidRPr="0012199B" w:rsidRDefault="000B0381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381" w:rsidRDefault="000B0381" w:rsidP="00577C16">
      <w:pPr>
        <w:jc w:val="both"/>
        <w:rPr>
          <w:rFonts w:ascii="Arial" w:hAnsi="Arial" w:cs="Arial"/>
          <w:sz w:val="20"/>
          <w:szCs w:val="20"/>
        </w:rPr>
      </w:pPr>
    </w:p>
    <w:p w:rsidR="000B0381" w:rsidRPr="0012199B" w:rsidRDefault="000B0381" w:rsidP="00577C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1"/>
        <w:gridCol w:w="7767"/>
      </w:tblGrid>
      <w:tr w:rsidR="000B0381" w:rsidRPr="0012199B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EC71CB">
              <w:rPr>
                <w:rFonts w:ascii="Arial" w:hAnsi="Arial" w:cs="Arial"/>
                <w:sz w:val="20"/>
                <w:szCs w:val="20"/>
              </w:rPr>
              <w:t xml:space="preserve">upoważniona/wyznaczona/właściwa do kontaktu w sprawach dotyczących </w:t>
            </w:r>
            <w:r>
              <w:rPr>
                <w:rFonts w:ascii="Arial" w:hAnsi="Arial" w:cs="Arial"/>
                <w:sz w:val="20"/>
                <w:szCs w:val="20"/>
              </w:rPr>
              <w:t>sprawozdania</w:t>
            </w:r>
          </w:p>
        </w:tc>
      </w:tr>
      <w:tr w:rsidR="000B0381" w:rsidRPr="0012199B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381" w:rsidRPr="0012199B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0B0381" w:rsidRPr="0012199B" w:rsidRDefault="000B0381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Default="000B0381">
      <w:pPr>
        <w:rPr>
          <w:rFonts w:ascii="Arial" w:hAnsi="Arial" w:cs="Arial"/>
        </w:rPr>
      </w:pPr>
    </w:p>
    <w:p w:rsidR="000B0381" w:rsidRPr="0012199B" w:rsidRDefault="000B0381">
      <w:pPr>
        <w:rPr>
          <w:rFonts w:ascii="Arial" w:hAnsi="Arial" w:cs="Arial"/>
          <w:sz w:val="20"/>
          <w:szCs w:val="20"/>
        </w:rPr>
      </w:pPr>
    </w:p>
    <w:p w:rsidR="000B0381" w:rsidRDefault="000B0381" w:rsidP="005D66DF">
      <w:pPr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5D66DF">
      <w:pPr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A96F56">
      <w:pPr>
        <w:rPr>
          <w:rFonts w:ascii="Arial" w:hAnsi="Arial" w:cs="Arial"/>
          <w:sz w:val="20"/>
          <w:szCs w:val="20"/>
        </w:rPr>
        <w:sectPr w:rsidR="000B0381" w:rsidSect="00CE4A59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B0381" w:rsidRPr="003C7647" w:rsidRDefault="000B0381" w:rsidP="003C7647">
      <w:pPr>
        <w:pStyle w:val="ListParagraph"/>
        <w:numPr>
          <w:ilvl w:val="1"/>
          <w:numId w:val="8"/>
        </w:numPr>
        <w:tabs>
          <w:tab w:val="clear" w:pos="813"/>
        </w:tabs>
        <w:ind w:left="284" w:hanging="284"/>
        <w:rPr>
          <w:rFonts w:ascii="Arial" w:hAnsi="Arial" w:cs="Arial"/>
          <w:b/>
          <w:bCs/>
          <w:sz w:val="20"/>
          <w:szCs w:val="20"/>
          <w:lang w:eastAsia="en-US"/>
        </w:rPr>
      </w:pPr>
      <w:r w:rsidRPr="003C7647">
        <w:rPr>
          <w:rFonts w:ascii="Arial" w:hAnsi="Arial" w:cs="Arial"/>
          <w:b/>
          <w:bCs/>
          <w:sz w:val="20"/>
          <w:szCs w:val="20"/>
          <w:lang w:eastAsia="en-US"/>
        </w:rPr>
        <w:t>Z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biorcze z</w:t>
      </w:r>
      <w:r w:rsidRPr="003C7647">
        <w:rPr>
          <w:rFonts w:ascii="Arial" w:hAnsi="Arial" w:cs="Arial"/>
          <w:b/>
          <w:bCs/>
          <w:sz w:val="20"/>
          <w:szCs w:val="20"/>
          <w:lang w:eastAsia="en-US"/>
        </w:rPr>
        <w:t xml:space="preserve">estawienie ilościowo-wartościowe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realizacji zadań </w:t>
      </w:r>
      <w:r w:rsidRPr="003C7647">
        <w:rPr>
          <w:rFonts w:ascii="Arial" w:hAnsi="Arial" w:cs="Arial"/>
          <w:b/>
          <w:bCs/>
          <w:sz w:val="20"/>
          <w:szCs w:val="20"/>
          <w:lang w:eastAsia="en-US"/>
        </w:rPr>
        <w:t>w ramach modułu 3 programu „Posiłek w szkole i w domu”</w:t>
      </w:r>
    </w:p>
    <w:tbl>
      <w:tblPr>
        <w:tblW w:w="144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6"/>
        <w:gridCol w:w="7534"/>
        <w:gridCol w:w="2153"/>
        <w:gridCol w:w="1828"/>
        <w:gridCol w:w="2398"/>
      </w:tblGrid>
      <w:tr w:rsidR="000B0381" w:rsidRPr="003C7647">
        <w:trPr>
          <w:trHeight w:val="844"/>
        </w:trPr>
        <w:tc>
          <w:tcPr>
            <w:tcW w:w="14449" w:type="dxa"/>
            <w:gridSpan w:val="5"/>
            <w:shd w:val="clear" w:color="auto" w:fill="BFBFBF"/>
            <w:vAlign w:val="center"/>
          </w:tcPr>
          <w:p w:rsidR="000B0381" w:rsidRPr="003C7647" w:rsidRDefault="000B0381" w:rsidP="008C4990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0B0381" w:rsidRPr="003C7647">
        <w:trPr>
          <w:trHeight w:val="2726"/>
        </w:trPr>
        <w:tc>
          <w:tcPr>
            <w:tcW w:w="536" w:type="dxa"/>
            <w:shd w:val="clear" w:color="auto" w:fill="BFBFBF"/>
            <w:vAlign w:val="center"/>
          </w:tcPr>
          <w:p w:rsidR="000B0381" w:rsidRPr="003C7647" w:rsidRDefault="000B0381" w:rsidP="009F74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/>
            <w:vAlign w:val="center"/>
          </w:tcPr>
          <w:p w:rsidR="000B0381" w:rsidRPr="003C7647" w:rsidRDefault="000B0381" w:rsidP="00F607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Wyposażenie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br/>
              <w:t>lub usługi zakupione</w:t>
            </w: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/>
            <w:vAlign w:val="center"/>
          </w:tcPr>
          <w:p w:rsidR="000B0381" w:rsidRDefault="000B0381" w:rsidP="00DC5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Liczba</w:t>
            </w: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br/>
              <w:t>jednostek</w:t>
            </w:r>
            <w:r>
              <w:rPr>
                <w:rStyle w:val="FootnoteReference"/>
                <w:b/>
                <w:bCs/>
                <w:sz w:val="20"/>
                <w:szCs w:val="20"/>
                <w:lang w:eastAsia="en-US"/>
              </w:rPr>
              <w:footnoteReference w:id="1"/>
            </w:r>
          </w:p>
          <w:p w:rsidR="000B0381" w:rsidRPr="003C7647" w:rsidRDefault="000B0381" w:rsidP="003F2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/>
            <w:vAlign w:val="center"/>
          </w:tcPr>
          <w:p w:rsidR="000B0381" w:rsidRPr="003C7647" w:rsidRDefault="000B0381" w:rsidP="00AC01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Koszt całkowity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/>
            <w:vAlign w:val="center"/>
          </w:tcPr>
          <w:p w:rsidR="000B0381" w:rsidRDefault="000B0381" w:rsidP="009F74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W tym wartość wkładu własnego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organu prowadzącego</w:t>
            </w:r>
          </w:p>
          <w:p w:rsidR="000B0381" w:rsidRPr="003C7647" w:rsidRDefault="000B0381" w:rsidP="009F74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B0381" w:rsidRPr="003C7647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Usługi remontowo-adaptacyjne do stołówek lub pomieszczeń przeznaczonych do spożywania 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>posiłków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 w:right="175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B0381" w:rsidRPr="003C7647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0B0381" w:rsidRPr="003C7647" w:rsidRDefault="000B0381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kuchni w stołówce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szkolnej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B0381" w:rsidRPr="003C7647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0B0381" w:rsidRPr="003C7647" w:rsidRDefault="000B0381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>
              <w:rPr>
                <w:rStyle w:val="FootnoteReference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B0381" w:rsidRPr="003C7647">
        <w:trPr>
          <w:trHeight w:val="555"/>
        </w:trPr>
        <w:tc>
          <w:tcPr>
            <w:tcW w:w="8070" w:type="dxa"/>
            <w:gridSpan w:val="2"/>
            <w:vAlign w:val="center"/>
          </w:tcPr>
          <w:p w:rsidR="000B0381" w:rsidRPr="003C7647" w:rsidRDefault="000B0381" w:rsidP="009F745D">
            <w:pPr>
              <w:ind w:right="57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Ogółem</w:t>
            </w: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153" w:type="dxa"/>
            <w:vAlign w:val="center"/>
          </w:tcPr>
          <w:p w:rsidR="000B0381" w:rsidRPr="00D14887" w:rsidRDefault="000B0381" w:rsidP="009F745D">
            <w:pPr>
              <w:ind w:right="57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</w:tcPr>
          <w:p w:rsidR="000B0381" w:rsidRPr="003C7647" w:rsidRDefault="000B0381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0B0381" w:rsidRDefault="000B0381" w:rsidP="00A96F56">
      <w:pPr>
        <w:rPr>
          <w:rFonts w:ascii="Arial" w:hAnsi="Arial" w:cs="Arial"/>
          <w:sz w:val="20"/>
          <w:szCs w:val="20"/>
        </w:rPr>
      </w:pPr>
    </w:p>
    <w:p w:rsidR="000B0381" w:rsidRDefault="000B0381" w:rsidP="009F745D">
      <w:pPr>
        <w:ind w:left="360"/>
        <w:jc w:val="both"/>
        <w:rPr>
          <w:rFonts w:ascii="Arial" w:hAnsi="Arial" w:cs="Arial"/>
          <w:b/>
          <w:bCs/>
          <w:sz w:val="20"/>
          <w:szCs w:val="20"/>
        </w:rPr>
        <w:sectPr w:rsidR="000B0381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B0381" w:rsidRDefault="000B0381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0B0381" w:rsidRDefault="000B0381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0B0381" w:rsidRPr="00854D9D" w:rsidRDefault="000B0381" w:rsidP="003C7647">
      <w:pPr>
        <w:pStyle w:val="ListParagraph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Podsumowanie realizacji modułu 3 programu „Posiłek w szkole i w domu”</w:t>
      </w:r>
    </w:p>
    <w:tbl>
      <w:tblPr>
        <w:tblW w:w="5151" w:type="pct"/>
        <w:tblInd w:w="-106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545"/>
        <w:gridCol w:w="2607"/>
      </w:tblGrid>
      <w:tr w:rsidR="000B0381" w:rsidRPr="006013ED">
        <w:trPr>
          <w:trHeight w:val="1063"/>
        </w:trPr>
        <w:tc>
          <w:tcPr>
            <w:tcW w:w="3716" w:type="pct"/>
            <w:shd w:val="clear" w:color="auto" w:fill="E0E0E0"/>
            <w:vAlign w:val="center"/>
          </w:tcPr>
          <w:p w:rsidR="000B0381" w:rsidRPr="00CB0336" w:rsidRDefault="000B0381" w:rsidP="003173A7">
            <w:pPr>
              <w:rPr>
                <w:rFonts w:ascii="Arial" w:hAnsi="Arial" w:cs="Arial"/>
                <w:sz w:val="20"/>
                <w:szCs w:val="20"/>
              </w:rPr>
            </w:pPr>
            <w:r w:rsidRPr="00AA18E9">
              <w:rPr>
                <w:rFonts w:ascii="Arial" w:hAnsi="Arial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vAlign w:val="center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1063"/>
        </w:trPr>
        <w:tc>
          <w:tcPr>
            <w:tcW w:w="3716" w:type="pct"/>
            <w:shd w:val="clear" w:color="auto" w:fill="E0E0E0"/>
            <w:vAlign w:val="center"/>
          </w:tcPr>
          <w:p w:rsidR="000B0381" w:rsidRDefault="000B0381" w:rsidP="00DC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uczniów w szkołach, </w:t>
            </w:r>
            <w:r w:rsidRPr="00B17709">
              <w:rPr>
                <w:rFonts w:ascii="Arial" w:hAnsi="Arial" w:cs="Arial"/>
                <w:sz w:val="20"/>
                <w:szCs w:val="20"/>
              </w:rPr>
              <w:t>w których zrealizowano zadania</w:t>
            </w:r>
            <w:r w:rsidRPr="00DC593B">
              <w:rPr>
                <w:rFonts w:ascii="Arial" w:hAnsi="Arial" w:cs="Arial"/>
                <w:sz w:val="20"/>
                <w:szCs w:val="20"/>
              </w:rPr>
              <w:t xml:space="preserve"> w ramach modułu 3 rządowego programu „Posiłek w szkole i w domu”, </w:t>
            </w:r>
            <w:r w:rsidRPr="00AC01AD">
              <w:rPr>
                <w:rFonts w:ascii="Arial" w:hAnsi="Arial" w:cs="Arial"/>
                <w:b/>
                <w:bCs/>
                <w:sz w:val="20"/>
                <w:szCs w:val="20"/>
              </w:rPr>
              <w:t>na podstawie danych ze sprawozdań tych szkół</w:t>
            </w:r>
          </w:p>
        </w:tc>
        <w:tc>
          <w:tcPr>
            <w:tcW w:w="1284" w:type="pct"/>
            <w:vAlign w:val="center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1063"/>
        </w:trPr>
        <w:tc>
          <w:tcPr>
            <w:tcW w:w="3716" w:type="pct"/>
            <w:shd w:val="clear" w:color="auto" w:fill="E0E0E0"/>
            <w:vAlign w:val="center"/>
          </w:tcPr>
          <w:p w:rsidR="000B0381" w:rsidRPr="002A2A2A" w:rsidRDefault="000B0381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094B24">
              <w:rPr>
                <w:rFonts w:ascii="Arial" w:hAnsi="Arial" w:cs="Arial"/>
                <w:sz w:val="20"/>
                <w:szCs w:val="20"/>
              </w:rPr>
              <w:t xml:space="preserve">Całkowity koszt realizacji zadań </w:t>
            </w:r>
            <w:r w:rsidRPr="00DC593B">
              <w:rPr>
                <w:rFonts w:ascii="Arial" w:hAnsi="Arial" w:cs="Arial"/>
                <w:sz w:val="20"/>
                <w:szCs w:val="20"/>
              </w:rPr>
              <w:t>w ramach modułu 3 rządowego programu „Posiłek w szkole i w domu” w zł</w:t>
            </w:r>
          </w:p>
        </w:tc>
        <w:tc>
          <w:tcPr>
            <w:tcW w:w="1284" w:type="pct"/>
            <w:vAlign w:val="center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3716" w:type="pct"/>
            <w:shd w:val="clear" w:color="auto" w:fill="D9D9D9"/>
            <w:vAlign w:val="center"/>
          </w:tcPr>
          <w:p w:rsidR="000B0381" w:rsidRPr="002A2A2A" w:rsidRDefault="000B0381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Łączna kwota otrzymanego wsparcia finansowego (dotacji)</w:t>
            </w:r>
          </w:p>
          <w:p w:rsidR="000B0381" w:rsidRPr="00DC593B" w:rsidRDefault="000B0381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z rządowego programu „Posiłek w szkole i w domu” w zł</w:t>
            </w:r>
          </w:p>
        </w:tc>
        <w:tc>
          <w:tcPr>
            <w:tcW w:w="1284" w:type="pct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3716" w:type="pct"/>
            <w:shd w:val="clear" w:color="auto" w:fill="D9D9D9"/>
            <w:vAlign w:val="center"/>
          </w:tcPr>
          <w:p w:rsidR="000B0381" w:rsidRPr="002A2A2A" w:rsidRDefault="000B0381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Kwota wykorzystanego wsparcia finansowego (</w:t>
            </w:r>
            <w:r w:rsidRPr="00DC593B">
              <w:rPr>
                <w:rFonts w:ascii="Arial" w:hAnsi="Arial" w:cs="Arial"/>
                <w:sz w:val="20"/>
                <w:szCs w:val="20"/>
              </w:rPr>
              <w:t>dotacji) w zł</w:t>
            </w:r>
          </w:p>
        </w:tc>
        <w:tc>
          <w:tcPr>
            <w:tcW w:w="1284" w:type="pct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3716" w:type="pct"/>
            <w:shd w:val="clear" w:color="auto" w:fill="D9D9D9"/>
            <w:vAlign w:val="center"/>
          </w:tcPr>
          <w:p w:rsidR="000B0381" w:rsidRPr="002A2A2A" w:rsidRDefault="000B0381" w:rsidP="008A62F4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 xml:space="preserve">Kwota niewykorzystanego wsparcia finansowego (dotacji) </w:t>
            </w:r>
            <w:r w:rsidRPr="00DC593B">
              <w:rPr>
                <w:rFonts w:ascii="Arial" w:hAnsi="Arial" w:cs="Arial"/>
                <w:sz w:val="20"/>
                <w:szCs w:val="20"/>
              </w:rPr>
              <w:t>– zwrócona w zł</w:t>
            </w:r>
          </w:p>
        </w:tc>
        <w:tc>
          <w:tcPr>
            <w:tcW w:w="1284" w:type="pct"/>
            <w:vAlign w:val="center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3716" w:type="pct"/>
            <w:shd w:val="clear" w:color="auto" w:fill="D9D9D9"/>
            <w:vAlign w:val="center"/>
          </w:tcPr>
          <w:p w:rsidR="000B0381" w:rsidRPr="002A2A2A" w:rsidRDefault="000B0381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vAlign w:val="center"/>
          </w:tcPr>
          <w:p w:rsidR="000B0381" w:rsidRPr="00CD1C77" w:rsidRDefault="000B0381" w:rsidP="00C82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B0381" w:rsidRDefault="000B0381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Pr="00B0084A" w:rsidRDefault="000B0381" w:rsidP="003C7647">
      <w:pPr>
        <w:pStyle w:val="ListParagraph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0084A">
        <w:rPr>
          <w:rFonts w:ascii="Arial" w:hAnsi="Arial" w:cs="Arial"/>
          <w:b/>
          <w:bCs/>
          <w:sz w:val="20"/>
          <w:szCs w:val="20"/>
        </w:rPr>
        <w:t>Efekty</w:t>
      </w:r>
      <w:r>
        <w:rPr>
          <w:rFonts w:ascii="Arial" w:hAnsi="Arial" w:cs="Arial"/>
          <w:b/>
          <w:bCs/>
          <w:sz w:val="20"/>
          <w:szCs w:val="20"/>
        </w:rPr>
        <w:t xml:space="preserve"> zrealizowanych zadań</w:t>
      </w:r>
    </w:p>
    <w:tbl>
      <w:tblPr>
        <w:tblW w:w="5151" w:type="pct"/>
        <w:tblInd w:w="-106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708"/>
        <w:gridCol w:w="1444"/>
      </w:tblGrid>
      <w:tr w:rsidR="000B0381" w:rsidRPr="006013ED">
        <w:trPr>
          <w:trHeight w:val="866"/>
        </w:trPr>
        <w:tc>
          <w:tcPr>
            <w:tcW w:w="4289" w:type="pct"/>
            <w:shd w:val="clear" w:color="auto" w:fill="E0E0E0"/>
            <w:vAlign w:val="center"/>
          </w:tcPr>
          <w:p w:rsidR="000B0381" w:rsidRPr="002A2A2A" w:rsidRDefault="000B0381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zorganizowano nową stołówkę szkolną (własna kuchnia i jadalnia)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4289" w:type="pct"/>
            <w:shd w:val="clear" w:color="auto" w:fill="D9D9D9"/>
            <w:vAlign w:val="center"/>
          </w:tcPr>
          <w:p w:rsidR="000B0381" w:rsidRPr="002A2A2A" w:rsidRDefault="000B0381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doposażono stołówki szkolne, które dotąd nie funkcjonowały, celem uruchomienia (uruchomienie niefunkcjonującej stołówki szkolnej)</w:t>
            </w:r>
          </w:p>
        </w:tc>
        <w:tc>
          <w:tcPr>
            <w:tcW w:w="711" w:type="pct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4289" w:type="pct"/>
            <w:shd w:val="clear" w:color="auto" w:fill="D9D9D9"/>
            <w:vAlign w:val="center"/>
          </w:tcPr>
          <w:p w:rsidR="000B0381" w:rsidRPr="002A2A2A" w:rsidRDefault="000B0381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adaptacji pomieszczenia wyłącznie na jadalnię w szkołach, w której dotąd nie funkcjonowały jadalnie (stworzenie nowej jadalni)</w:t>
            </w:r>
          </w:p>
        </w:tc>
        <w:tc>
          <w:tcPr>
            <w:tcW w:w="711" w:type="pct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4289" w:type="pct"/>
            <w:shd w:val="clear" w:color="auto" w:fill="D9D9D9"/>
            <w:vAlign w:val="center"/>
          </w:tcPr>
          <w:p w:rsidR="000B0381" w:rsidRPr="002A2A2A" w:rsidRDefault="000B0381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i poprawy standardu funkcjon</w:t>
            </w:r>
            <w:r>
              <w:rPr>
                <w:rFonts w:ascii="Arial" w:hAnsi="Arial" w:cs="Arial"/>
                <w:sz w:val="20"/>
                <w:szCs w:val="20"/>
              </w:rPr>
              <w:t>ującej stołówki szkolnej (własna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kuchni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i jadalni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804"/>
        </w:trPr>
        <w:tc>
          <w:tcPr>
            <w:tcW w:w="4289" w:type="pct"/>
            <w:shd w:val="clear" w:color="auto" w:fill="D9D9D9"/>
            <w:vAlign w:val="center"/>
          </w:tcPr>
          <w:p w:rsidR="000B0381" w:rsidRPr="002A2A2A" w:rsidRDefault="000B0381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982"/>
        </w:trPr>
        <w:tc>
          <w:tcPr>
            <w:tcW w:w="4289" w:type="pct"/>
            <w:shd w:val="clear" w:color="auto" w:fill="D9D9D9"/>
            <w:vAlign w:val="center"/>
          </w:tcPr>
          <w:p w:rsidR="000B0381" w:rsidRPr="002A2A2A" w:rsidRDefault="000B0381" w:rsidP="00E66960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Liczba szkół, w których zrealizowano zadanie w ramach modułu 3 Programu „Posiłek w szkole 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2D7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151" w:type="pct"/>
        <w:tblInd w:w="-106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708"/>
        <w:gridCol w:w="1444"/>
      </w:tblGrid>
      <w:tr w:rsidR="000B0381" w:rsidRPr="006013ED">
        <w:trPr>
          <w:trHeight w:val="1063"/>
        </w:trPr>
        <w:tc>
          <w:tcPr>
            <w:tcW w:w="4289" w:type="pct"/>
            <w:shd w:val="clear" w:color="auto" w:fill="E0E0E0"/>
            <w:vAlign w:val="center"/>
          </w:tcPr>
          <w:p w:rsidR="000B0381" w:rsidRPr="00252ADA" w:rsidRDefault="000B0381" w:rsidP="00252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252ADA">
              <w:rPr>
                <w:rFonts w:ascii="Arial" w:hAnsi="Arial" w:cs="Arial"/>
                <w:sz w:val="20"/>
                <w:szCs w:val="20"/>
              </w:rPr>
              <w:t>iczba uczniów korzystających z obiadów wg stan</w:t>
            </w:r>
            <w:r>
              <w:rPr>
                <w:rFonts w:ascii="Arial" w:hAnsi="Arial" w:cs="Arial"/>
                <w:sz w:val="20"/>
                <w:szCs w:val="20"/>
              </w:rPr>
              <w:t>u na 30 września 2019 </w:t>
            </w:r>
            <w:r w:rsidRPr="00252ADA">
              <w:rPr>
                <w:rFonts w:ascii="Arial" w:hAnsi="Arial" w:cs="Arial"/>
                <w:sz w:val="20"/>
                <w:szCs w:val="20"/>
              </w:rPr>
              <w:t>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2C9B">
              <w:rPr>
                <w:rFonts w:ascii="Arial" w:hAnsi="Arial" w:cs="Arial"/>
                <w:sz w:val="20"/>
                <w:szCs w:val="20"/>
              </w:rPr>
              <w:t>(suma danych ze sprawozdań szkół)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8648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0381" w:rsidRPr="006013ED">
        <w:trPr>
          <w:trHeight w:val="1063"/>
        </w:trPr>
        <w:tc>
          <w:tcPr>
            <w:tcW w:w="4289" w:type="pct"/>
            <w:shd w:val="clear" w:color="auto" w:fill="E0E0E0"/>
            <w:vAlign w:val="center"/>
          </w:tcPr>
          <w:p w:rsidR="000B0381" w:rsidRPr="00252ADA" w:rsidRDefault="000B0381" w:rsidP="00DC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252ADA">
              <w:rPr>
                <w:rFonts w:ascii="Arial" w:hAnsi="Arial" w:cs="Arial"/>
                <w:sz w:val="20"/>
                <w:szCs w:val="20"/>
              </w:rPr>
              <w:t>iczba uczniów korzystających z obiadów wydawanych w dniac</w:t>
            </w:r>
            <w:r>
              <w:rPr>
                <w:rFonts w:ascii="Arial" w:hAnsi="Arial" w:cs="Arial"/>
                <w:sz w:val="20"/>
                <w:szCs w:val="20"/>
              </w:rPr>
              <w:t>h nauki szkolnej w styczniu 2021</w:t>
            </w:r>
            <w:r w:rsidRPr="00252ADA">
              <w:rPr>
                <w:rFonts w:ascii="Arial" w:hAnsi="Arial" w:cs="Arial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 xml:space="preserve">. (suma </w:t>
            </w:r>
            <w:r w:rsidRPr="005F7195">
              <w:rPr>
                <w:rFonts w:ascii="Arial" w:hAnsi="Arial" w:cs="Arial"/>
                <w:sz w:val="20"/>
                <w:szCs w:val="20"/>
              </w:rPr>
              <w:t>danych ze sprawozdań szkół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vAlign w:val="center"/>
          </w:tcPr>
          <w:p w:rsidR="000B0381" w:rsidRPr="00CD1C77" w:rsidRDefault="000B0381" w:rsidP="008648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007773">
      <w:pPr>
        <w:tabs>
          <w:tab w:val="num" w:pos="108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Pr="00007773" w:rsidRDefault="000B0381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Zbiorcza charakterystyka problemów i barier w realizacji zadań, jeżeli występowały</w:t>
      </w:r>
    </w:p>
    <w:p w:rsidR="000B0381" w:rsidRDefault="000B0381" w:rsidP="00E93AA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6"/>
      </w:tblGrid>
      <w:tr w:rsidR="000B0381" w:rsidRPr="00CE2B92">
        <w:trPr>
          <w:trHeight w:hRule="exact" w:val="5839"/>
          <w:jc w:val="center"/>
        </w:trPr>
        <w:tc>
          <w:tcPr>
            <w:tcW w:w="9776" w:type="dxa"/>
          </w:tcPr>
          <w:p w:rsidR="000B0381" w:rsidRPr="00CE2B92" w:rsidRDefault="000B0381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381" w:rsidRDefault="000B0381" w:rsidP="00E93AA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E93AA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Default="000B0381" w:rsidP="00E93AA3">
      <w:pPr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:rsidR="000B0381" w:rsidRPr="0012199B" w:rsidRDefault="000B0381" w:rsidP="00A65756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Załączniki:</w:t>
      </w:r>
    </w:p>
    <w:p w:rsidR="000B0381" w:rsidRPr="00D91F19" w:rsidRDefault="000B0381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organów prowadzących innych niż jednostki samorządu terytorialnego – d</w:t>
      </w:r>
      <w:r w:rsidRPr="00D91F19">
        <w:rPr>
          <w:rFonts w:ascii="Arial" w:hAnsi="Arial" w:cs="Arial"/>
          <w:sz w:val="20"/>
          <w:szCs w:val="20"/>
        </w:rPr>
        <w:t>okumenty potwierdzające upoważnienie do składania oświadczeń wol</w:t>
      </w:r>
      <w:r>
        <w:rPr>
          <w:rFonts w:ascii="Arial" w:hAnsi="Arial" w:cs="Arial"/>
          <w:sz w:val="20"/>
          <w:szCs w:val="20"/>
        </w:rPr>
        <w:t>i w imieniu organu prowadzącego.</w:t>
      </w:r>
    </w:p>
    <w:p w:rsidR="000B0381" w:rsidRPr="0012199B" w:rsidRDefault="000B0381" w:rsidP="00A65756">
      <w:pPr>
        <w:jc w:val="both"/>
        <w:rPr>
          <w:rFonts w:ascii="Arial" w:hAnsi="Arial" w:cs="Arial"/>
          <w:sz w:val="20"/>
          <w:szCs w:val="20"/>
        </w:rPr>
      </w:pPr>
    </w:p>
    <w:p w:rsidR="000B0381" w:rsidRDefault="000B0381" w:rsidP="00A65756">
      <w:pPr>
        <w:rPr>
          <w:rFonts w:ascii="Arial" w:hAnsi="Arial" w:cs="Arial"/>
          <w:sz w:val="20"/>
          <w:szCs w:val="20"/>
        </w:rPr>
      </w:pPr>
    </w:p>
    <w:p w:rsidR="000B0381" w:rsidRDefault="000B0381" w:rsidP="00A65756">
      <w:pPr>
        <w:rPr>
          <w:rFonts w:ascii="Arial" w:hAnsi="Arial" w:cs="Arial"/>
          <w:sz w:val="20"/>
          <w:szCs w:val="20"/>
        </w:rPr>
      </w:pPr>
    </w:p>
    <w:p w:rsidR="000B0381" w:rsidRPr="00734E11" w:rsidRDefault="000B0381" w:rsidP="00A65756">
      <w:pPr>
        <w:rPr>
          <w:rFonts w:ascii="Arial" w:hAnsi="Arial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889"/>
      </w:tblGrid>
      <w:tr w:rsidR="000B0381" w:rsidRPr="0012199B">
        <w:trPr>
          <w:trHeight w:val="1899"/>
          <w:jc w:val="center"/>
        </w:trPr>
        <w:tc>
          <w:tcPr>
            <w:tcW w:w="4889" w:type="dxa"/>
          </w:tcPr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0B0381" w:rsidRPr="0012199B" w:rsidRDefault="000B0381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381" w:rsidRPr="0012199B" w:rsidRDefault="000B0381" w:rsidP="002D7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0B0381" w:rsidRPr="0012199B" w:rsidRDefault="000B0381" w:rsidP="00AA1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734E11">
              <w:rPr>
                <w:rFonts w:ascii="Arial" w:hAnsi="Arial" w:cs="Arial"/>
                <w:sz w:val="20"/>
                <w:szCs w:val="20"/>
              </w:rPr>
              <w:t>pieczęć</w:t>
            </w:r>
            <w:r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>
              <w:rPr>
                <w:rStyle w:val="FootnoteReference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osoby </w:t>
            </w:r>
            <w:r>
              <w:rPr>
                <w:rFonts w:ascii="Arial" w:hAnsi="Arial" w:cs="Arial"/>
                <w:sz w:val="20"/>
                <w:szCs w:val="20"/>
              </w:rPr>
              <w:t>upoważnionej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 do reprezentowania </w:t>
            </w:r>
            <w:r>
              <w:rPr>
                <w:rFonts w:ascii="Arial" w:hAnsi="Arial" w:cs="Arial"/>
                <w:sz w:val="20"/>
                <w:szCs w:val="20"/>
              </w:rPr>
              <w:t>Sprawozdawcy</w:t>
            </w:r>
          </w:p>
        </w:tc>
      </w:tr>
    </w:tbl>
    <w:p w:rsidR="000B0381" w:rsidRPr="0012199B" w:rsidRDefault="000B0381" w:rsidP="00A65756">
      <w:pPr>
        <w:rPr>
          <w:rFonts w:ascii="Arial" w:hAnsi="Arial" w:cs="Arial"/>
          <w:sz w:val="20"/>
          <w:szCs w:val="20"/>
        </w:rPr>
      </w:pPr>
    </w:p>
    <w:p w:rsidR="000B0381" w:rsidRPr="009D0ABC" w:rsidRDefault="000B0381" w:rsidP="00A65756">
      <w:pPr>
        <w:rPr>
          <w:rFonts w:ascii="Arial" w:hAnsi="Arial" w:cs="Arial"/>
          <w:sz w:val="20"/>
          <w:szCs w:val="20"/>
        </w:rPr>
      </w:pPr>
    </w:p>
    <w:sectPr w:rsidR="000B0381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381" w:rsidRDefault="000B0381">
      <w:r>
        <w:separator/>
      </w:r>
    </w:p>
  </w:endnote>
  <w:endnote w:type="continuationSeparator" w:id="0">
    <w:p w:rsidR="000B0381" w:rsidRDefault="000B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381" w:rsidRDefault="000B0381">
    <w:pPr>
      <w:pStyle w:val="Footer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5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5</w:t>
    </w:r>
    <w:r>
      <w:rPr>
        <w:b/>
        <w:bCs/>
      </w:rPr>
      <w:fldChar w:fldCharType="end"/>
    </w:r>
  </w:p>
  <w:p w:rsidR="000B0381" w:rsidRDefault="000B0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381" w:rsidRDefault="000B0381">
      <w:r>
        <w:separator/>
      </w:r>
    </w:p>
  </w:footnote>
  <w:footnote w:type="continuationSeparator" w:id="0">
    <w:p w:rsidR="000B0381" w:rsidRDefault="000B0381">
      <w:r>
        <w:continuationSeparator/>
      </w:r>
    </w:p>
  </w:footnote>
  <w:footnote w:id="1">
    <w:p w:rsidR="000B0381" w:rsidRDefault="000B0381">
      <w:pPr>
        <w:pStyle w:val="FootnoteText"/>
      </w:pPr>
      <w:r>
        <w:rPr>
          <w:rStyle w:val="FootnoteReference"/>
        </w:rPr>
        <w:footnoteRef/>
      </w:r>
      <w:r>
        <w:t xml:space="preserve"> Z</w:t>
      </w:r>
      <w:r w:rsidRPr="00AC01AD">
        <w:t>godnie z zestawieniami ilościowo-warto</w:t>
      </w:r>
      <w:r>
        <w:t>ściowymi w sprawozdaniach szkół.</w:t>
      </w:r>
    </w:p>
  </w:footnote>
  <w:footnote w:id="2">
    <w:p w:rsidR="000B0381" w:rsidRDefault="000B03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D0EC5">
        <w:t>Wraz z wyposażeniem wchodzącej w skład jadalni np. zmywalni naczyń, jeżeli w szkole nie występuje kuchnia (rozumiana jako pomieszczenie ze stanowiskami do przygotowywania posiłków na miejscu), a jedynie jadalnia.</w:t>
      </w:r>
    </w:p>
  </w:footnote>
  <w:footnote w:id="3">
    <w:p w:rsidR="000B0381" w:rsidRDefault="000B03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37045">
        <w:t xml:space="preserve">Jeśli sprawozdanie jest składane w formie papierowej i osoba posiada </w:t>
      </w:r>
      <w:r w:rsidRPr="00734E11">
        <w:t>pieczęć.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381" w:rsidRDefault="000B0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cs="Arial" w:hint="default"/>
        <w:b w:val="0"/>
        <w:bCs w:val="0"/>
        <w:i w:val="0"/>
        <w:i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cs="Arial" w:hint="default"/>
        <w:b w:val="0"/>
        <w:bCs w:val="0"/>
        <w:i w:val="0"/>
        <w:i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cs="Arial" w:hint="default"/>
        <w:b w:val="0"/>
        <w:bCs w:val="0"/>
        <w:i w:val="0"/>
        <w:iCs w:val="0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cs="Arial" w:hint="default"/>
        <w:b w:val="0"/>
        <w:bCs w:val="0"/>
        <w:i w:val="0"/>
        <w:i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B0381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51473"/>
    <w:rsid w:val="0015330F"/>
    <w:rsid w:val="00165437"/>
    <w:rsid w:val="00166830"/>
    <w:rsid w:val="00170368"/>
    <w:rsid w:val="00170643"/>
    <w:rsid w:val="00186661"/>
    <w:rsid w:val="00191C2B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4D4F"/>
    <w:rsid w:val="002A078E"/>
    <w:rsid w:val="002A2A2A"/>
    <w:rsid w:val="002B1328"/>
    <w:rsid w:val="002B3B24"/>
    <w:rsid w:val="002B46FF"/>
    <w:rsid w:val="002C6FBF"/>
    <w:rsid w:val="002C789F"/>
    <w:rsid w:val="002D5526"/>
    <w:rsid w:val="002D780E"/>
    <w:rsid w:val="002F5A19"/>
    <w:rsid w:val="00307A4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4E598E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684F"/>
    <w:rsid w:val="00591564"/>
    <w:rsid w:val="005916AF"/>
    <w:rsid w:val="00594B82"/>
    <w:rsid w:val="005A0DA7"/>
    <w:rsid w:val="005A556B"/>
    <w:rsid w:val="005B18E6"/>
    <w:rsid w:val="005B63CA"/>
    <w:rsid w:val="005C48DA"/>
    <w:rsid w:val="005C6EDA"/>
    <w:rsid w:val="005C7B37"/>
    <w:rsid w:val="005D3621"/>
    <w:rsid w:val="005D66DF"/>
    <w:rsid w:val="005E1C88"/>
    <w:rsid w:val="005E77F5"/>
    <w:rsid w:val="005F7195"/>
    <w:rsid w:val="006013ED"/>
    <w:rsid w:val="00607FA0"/>
    <w:rsid w:val="00622C8C"/>
    <w:rsid w:val="006232F0"/>
    <w:rsid w:val="0062627C"/>
    <w:rsid w:val="006278F4"/>
    <w:rsid w:val="00631729"/>
    <w:rsid w:val="00633B39"/>
    <w:rsid w:val="00644056"/>
    <w:rsid w:val="006515F3"/>
    <w:rsid w:val="00656745"/>
    <w:rsid w:val="00656DF8"/>
    <w:rsid w:val="0065777D"/>
    <w:rsid w:val="00665D49"/>
    <w:rsid w:val="00666D6A"/>
    <w:rsid w:val="0067269A"/>
    <w:rsid w:val="00684265"/>
    <w:rsid w:val="00695C2A"/>
    <w:rsid w:val="006A2BD2"/>
    <w:rsid w:val="006A6F6F"/>
    <w:rsid w:val="006B263F"/>
    <w:rsid w:val="006B4210"/>
    <w:rsid w:val="006B54B5"/>
    <w:rsid w:val="006C3908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34E11"/>
    <w:rsid w:val="00737045"/>
    <w:rsid w:val="0073795D"/>
    <w:rsid w:val="0074121D"/>
    <w:rsid w:val="0076003B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19D4"/>
    <w:rsid w:val="00805A8D"/>
    <w:rsid w:val="00851E4D"/>
    <w:rsid w:val="008549F4"/>
    <w:rsid w:val="00854D9D"/>
    <w:rsid w:val="00854E88"/>
    <w:rsid w:val="00856676"/>
    <w:rsid w:val="00857A5D"/>
    <w:rsid w:val="00863BB1"/>
    <w:rsid w:val="0086488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F57AC"/>
    <w:rsid w:val="00AF6E4E"/>
    <w:rsid w:val="00B0084A"/>
    <w:rsid w:val="00B03365"/>
    <w:rsid w:val="00B03DE0"/>
    <w:rsid w:val="00B11552"/>
    <w:rsid w:val="00B15344"/>
    <w:rsid w:val="00B17709"/>
    <w:rsid w:val="00B17A7A"/>
    <w:rsid w:val="00B20575"/>
    <w:rsid w:val="00B21649"/>
    <w:rsid w:val="00B22C32"/>
    <w:rsid w:val="00B247E0"/>
    <w:rsid w:val="00B26E5A"/>
    <w:rsid w:val="00B364D4"/>
    <w:rsid w:val="00B43925"/>
    <w:rsid w:val="00B4798E"/>
    <w:rsid w:val="00B6093D"/>
    <w:rsid w:val="00B61AB0"/>
    <w:rsid w:val="00B725A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4E27"/>
    <w:rsid w:val="00C54F49"/>
    <w:rsid w:val="00C6317C"/>
    <w:rsid w:val="00C66ED3"/>
    <w:rsid w:val="00C70679"/>
    <w:rsid w:val="00C753D4"/>
    <w:rsid w:val="00C82BBB"/>
    <w:rsid w:val="00C84C43"/>
    <w:rsid w:val="00C94CE7"/>
    <w:rsid w:val="00CA138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4346B"/>
    <w:rsid w:val="00D43C58"/>
    <w:rsid w:val="00D461FB"/>
    <w:rsid w:val="00D57D66"/>
    <w:rsid w:val="00D75CD7"/>
    <w:rsid w:val="00D8421D"/>
    <w:rsid w:val="00D8679C"/>
    <w:rsid w:val="00D90521"/>
    <w:rsid w:val="00D9164A"/>
    <w:rsid w:val="00D91F19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53059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47097"/>
    <w:rsid w:val="00F538A6"/>
    <w:rsid w:val="00F6076E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3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 w:cs="Trebuchet MS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1C17"/>
    <w:rPr>
      <w:rFonts w:ascii="Trebuchet MS" w:hAnsi="Trebuchet MS" w:cs="Trebuchet MS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E77349"/>
    <w:pPr>
      <w:spacing w:before="100" w:beforeAutospacing="1" w:after="100" w:afterAutospacing="1"/>
    </w:pPr>
  </w:style>
  <w:style w:type="character" w:customStyle="1" w:styleId="FootnoteTextChar">
    <w:name w:val="Footnote Text Char"/>
    <w:link w:val="FootnoteText"/>
    <w:uiPriority w:val="99"/>
    <w:semiHidden/>
    <w:locked/>
    <w:rsid w:val="00E77349"/>
    <w:rPr>
      <w:rFonts w:ascii="Calibri" w:hAnsi="Calibri" w:cs="Calibri"/>
      <w:sz w:val="22"/>
      <w:szCs w:val="22"/>
      <w:lang w:val="pl-PL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5B15C5"/>
    <w:rPr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E77349"/>
    <w:rPr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E77349"/>
    <w:pPr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5B15C5"/>
    <w:rPr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locked/>
    <w:rsid w:val="00E77349"/>
    <w:rPr>
      <w:i/>
      <w:iCs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E77349"/>
    <w:pPr>
      <w:jc w:val="both"/>
    </w:pPr>
    <w:rPr>
      <w:i/>
      <w:iCs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5B15C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E77349"/>
    <w:rPr>
      <w:rFonts w:ascii="Times New Roman" w:hAnsi="Times New Roman"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75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75D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630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efaultParagraphFont"/>
    <w:uiPriority w:val="99"/>
    <w:rsid w:val="00EE68F3"/>
  </w:style>
  <w:style w:type="character" w:styleId="Hyperlink">
    <w:name w:val="Hyperlink"/>
    <w:basedOn w:val="DefaultParagraphFont"/>
    <w:uiPriority w:val="99"/>
    <w:rsid w:val="004711B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666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6D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66D6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66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66D6A"/>
    <w:rPr>
      <w:b/>
      <w:bCs/>
    </w:rPr>
  </w:style>
  <w:style w:type="paragraph" w:styleId="Header">
    <w:name w:val="header"/>
    <w:basedOn w:val="Normal"/>
    <w:link w:val="HeaderChar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54C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54C0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B0696"/>
    <w:pPr>
      <w:ind w:left="720"/>
    </w:pPr>
  </w:style>
  <w:style w:type="paragraph" w:styleId="Revision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8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5</Pages>
  <Words>610</Words>
  <Characters>3661</Characters>
  <Application>Microsoft Office Outlook</Application>
  <DocSecurity>0</DocSecurity>
  <Lines>0</Lines>
  <Paragraphs>0</Paragraphs>
  <ScaleCrop>false</ScaleCrop>
  <Company>men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dc:description/>
  <cp:lastModifiedBy>Windows User</cp:lastModifiedBy>
  <cp:revision>19</cp:revision>
  <cp:lastPrinted>2019-08-08T12:27:00Z</cp:lastPrinted>
  <dcterms:created xsi:type="dcterms:W3CDTF">2019-10-18T09:25:00Z</dcterms:created>
  <dcterms:modified xsi:type="dcterms:W3CDTF">2021-01-25T10:36:00Z</dcterms:modified>
</cp:coreProperties>
</file>